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6B03BA" w14:textId="615DB522" w:rsidR="004720C5" w:rsidRPr="004720C5" w:rsidRDefault="00175310" w:rsidP="004720C5">
      <w:pPr>
        <w:pStyle w:val="OZNPROJEKTUwskazaniedatylubwersjiprojektu"/>
      </w:pPr>
      <w:r>
        <w:t>Projekt z dnia</w:t>
      </w:r>
      <w:r w:rsidR="004720C5">
        <w:t xml:space="preserve"> </w:t>
      </w:r>
      <w:r w:rsidR="00C15967">
        <w:t>2</w:t>
      </w:r>
      <w:r w:rsidR="00EB653D">
        <w:t>5</w:t>
      </w:r>
      <w:r w:rsidR="003F3FCA">
        <w:t>.</w:t>
      </w:r>
      <w:r w:rsidR="00AF6865">
        <w:t>0</w:t>
      </w:r>
      <w:r w:rsidR="00EB653D">
        <w:t>4</w:t>
      </w:r>
      <w:r w:rsidR="003F3FCA">
        <w:t>.202</w:t>
      </w:r>
      <w:r w:rsidR="00AF6865">
        <w:t>5</w:t>
      </w:r>
      <w:r w:rsidR="004720C5" w:rsidRPr="004720C5">
        <w:t> r.</w:t>
      </w:r>
    </w:p>
    <w:p w14:paraId="567AD5CE" w14:textId="77777777" w:rsidR="004720C5" w:rsidRDefault="004720C5" w:rsidP="004720C5">
      <w:pPr>
        <w:pStyle w:val="OZNRODZAKTUtznustawalubrozporzdzenieiorganwydajcy"/>
      </w:pPr>
    </w:p>
    <w:p w14:paraId="41691481" w14:textId="75535636" w:rsidR="004720C5" w:rsidRPr="002F04CD" w:rsidRDefault="004720C5" w:rsidP="004720C5">
      <w:pPr>
        <w:pStyle w:val="OZNRODZAKTUtznustawalubrozporzdzenieiorganwydajcy"/>
      </w:pPr>
      <w:bookmarkStart w:id="0" w:name="_Hlk172622255"/>
      <w:bookmarkStart w:id="1" w:name="_Hlk172622582"/>
      <w:r w:rsidRPr="002F04CD">
        <w:t>Rozporządzenie</w:t>
      </w:r>
      <w:r w:rsidRPr="002F04CD">
        <w:br/>
      </w:r>
      <w:r w:rsidR="00AF6865">
        <w:t xml:space="preserve">PREZESA </w:t>
      </w:r>
      <w:r w:rsidRPr="002F04CD">
        <w:t>RADY</w:t>
      </w:r>
      <w:r w:rsidR="00AF6865">
        <w:t xml:space="preserve"> </w:t>
      </w:r>
      <w:r w:rsidRPr="002F04CD">
        <w:t>mINISTRÓW</w:t>
      </w:r>
    </w:p>
    <w:p w14:paraId="77447C71" w14:textId="77777777" w:rsidR="004720C5" w:rsidRDefault="004720C5" w:rsidP="004720C5">
      <w:pPr>
        <w:pStyle w:val="DATAAKTUdatauchwalenialubwydaniaaktu"/>
      </w:pPr>
      <w:r>
        <w:t xml:space="preserve">z dnia </w:t>
      </w:r>
      <w:sdt>
        <w:sdtPr>
          <w:alias w:val="Data wydania aktu"/>
          <w:tag w:val="Data opublikowania"/>
          <w:id w:val="1859851285"/>
          <w:placeholder>
            <w:docPart w:val="7B8E4EE2008D4108AFBFC78B326280A7"/>
          </w:placeholder>
          <w:dataBinding w:prefixMappings="xmlns:ns0='http://schemas.microsoft.com/office/2006/coverPageProps' " w:xpath="/ns0:CoverPageProperties[1]/ns0:PublishDate[1]" w:storeItemID="{55AF091B-3C7A-41E3-B477-F2FDAA23CFDA}"/>
          <w:date>
            <w:dateFormat w:val="d MMMM yyyy"/>
            <w:lid w:val="pl-PL"/>
            <w:storeMappedDataAs w:val="dateTime"/>
            <w:calendar w:val="gregorian"/>
          </w:date>
        </w:sdtPr>
        <w:sdtEndPr/>
        <w:sdtContent>
          <w:r>
            <w:t>&lt;data wydania aktu&gt;</w:t>
          </w:r>
        </w:sdtContent>
      </w:sdt>
      <w:r>
        <w:t xml:space="preserve"> r.</w:t>
      </w:r>
    </w:p>
    <w:p w14:paraId="1966E441" w14:textId="67B7476B" w:rsidR="004720C5" w:rsidRPr="0031759B" w:rsidRDefault="00142A7B" w:rsidP="00270E14">
      <w:pPr>
        <w:pStyle w:val="TYTUAKTUprzedmiotregulacjiustawylubrozporzdzenia"/>
      </w:pPr>
      <w:r w:rsidRPr="00F45562">
        <w:t xml:space="preserve">w sprawie </w:t>
      </w:r>
      <w:r w:rsidR="00AF6865">
        <w:t>legitymacji służbowej ankietera statystycznego</w:t>
      </w:r>
    </w:p>
    <w:p w14:paraId="1B4F45FE" w14:textId="6AAEA9F8" w:rsidR="004720C5" w:rsidRPr="0031759B" w:rsidRDefault="004720C5" w:rsidP="004720C5">
      <w:pPr>
        <w:pStyle w:val="NIEARTTEKSTtekstnieartykuowanynppodstprawnarozplubpreambua"/>
      </w:pPr>
      <w:r w:rsidRPr="0031759B">
        <w:t xml:space="preserve">Na podstawie </w:t>
      </w:r>
      <w:r w:rsidR="007544CC">
        <w:t xml:space="preserve">art. </w:t>
      </w:r>
      <w:r w:rsidR="00AF6865">
        <w:t>28</w:t>
      </w:r>
      <w:r w:rsidR="007544CC">
        <w:t xml:space="preserve"> ust. </w:t>
      </w:r>
      <w:r w:rsidR="00AF6865">
        <w:t>6</w:t>
      </w:r>
      <w:r w:rsidR="009A18C3" w:rsidRPr="009A18C3">
        <w:t xml:space="preserve"> ustawy z dnia 29 czerwca 1995 r. o statystyce publiczn</w:t>
      </w:r>
      <w:r w:rsidR="00911AC4">
        <w:t xml:space="preserve">ej </w:t>
      </w:r>
      <w:r w:rsidR="00964370">
        <w:br/>
      </w:r>
      <w:r w:rsidR="00911AC4">
        <w:t>(Dz. U. z 202</w:t>
      </w:r>
      <w:r w:rsidR="00867122">
        <w:t>4</w:t>
      </w:r>
      <w:r w:rsidR="00911AC4">
        <w:t xml:space="preserve"> r. poz. </w:t>
      </w:r>
      <w:r w:rsidR="00867122">
        <w:t>1799</w:t>
      </w:r>
      <w:r w:rsidR="00AF6865">
        <w:t xml:space="preserve"> oraz z 2025 r. poz. …</w:t>
      </w:r>
      <w:r w:rsidR="009A18C3" w:rsidRPr="009A18C3">
        <w:t xml:space="preserve">) </w:t>
      </w:r>
      <w:r w:rsidRPr="0031759B">
        <w:t>zarządza się, co następuje:</w:t>
      </w:r>
    </w:p>
    <w:p w14:paraId="480062C9" w14:textId="77777777" w:rsidR="00AF6865" w:rsidRDefault="00E267FA" w:rsidP="00CD14A6">
      <w:pPr>
        <w:pStyle w:val="ARTartustawynprozporzdzenia"/>
      </w:pPr>
      <w:r w:rsidRPr="00E267FA">
        <w:rPr>
          <w:rStyle w:val="Ppogrubienie"/>
        </w:rPr>
        <w:t xml:space="preserve">§ </w:t>
      </w:r>
      <w:r>
        <w:rPr>
          <w:rStyle w:val="Ppogrubienie"/>
        </w:rPr>
        <w:t>1</w:t>
      </w:r>
      <w:r w:rsidRPr="00E267FA">
        <w:rPr>
          <w:rStyle w:val="Ppogrubienie"/>
        </w:rPr>
        <w:t>.</w:t>
      </w:r>
      <w:r w:rsidRPr="00E267FA">
        <w:t xml:space="preserve"> </w:t>
      </w:r>
      <w:r w:rsidR="00AF6865">
        <w:t>Rozporządzenie określa:</w:t>
      </w:r>
    </w:p>
    <w:p w14:paraId="7E7EC8D2" w14:textId="13ECE9BC" w:rsidR="00AF6865" w:rsidRDefault="00AF6865" w:rsidP="00AF6865">
      <w:pPr>
        <w:pStyle w:val="PKTpunkt"/>
      </w:pPr>
      <w:r>
        <w:t xml:space="preserve">1) wzór legitymacji służbowej ankietera statystycznego, zwanej dalej </w:t>
      </w:r>
      <w:r w:rsidRPr="00E267FA">
        <w:t>,,</w:t>
      </w:r>
      <w:r>
        <w:t>legitymacją</w:t>
      </w:r>
      <w:r w:rsidRPr="00E267FA">
        <w:t>”</w:t>
      </w:r>
      <w:r>
        <w:t>;</w:t>
      </w:r>
    </w:p>
    <w:p w14:paraId="1F7FB729" w14:textId="77777777" w:rsidR="00AF6865" w:rsidRDefault="00AF6865" w:rsidP="00AF6865">
      <w:pPr>
        <w:pStyle w:val="PKTpunkt"/>
      </w:pPr>
      <w:r>
        <w:t>2) organ właściwy do wydawania legitymacji;</w:t>
      </w:r>
    </w:p>
    <w:p w14:paraId="2D23BFC9" w14:textId="77777777" w:rsidR="00AF6865" w:rsidRDefault="00AF6865" w:rsidP="00AF6865">
      <w:pPr>
        <w:pStyle w:val="PKTpunkt"/>
      </w:pPr>
      <w:r>
        <w:t>3) przypadki, w których legitymacja podlega zwrotowi, wymianie lub unieważnieniu;</w:t>
      </w:r>
    </w:p>
    <w:p w14:paraId="41F744A7" w14:textId="59769EAA" w:rsidR="00CD14A6" w:rsidRDefault="00AF6865" w:rsidP="00AF6865">
      <w:pPr>
        <w:pStyle w:val="PKTpunkt"/>
      </w:pPr>
      <w:r>
        <w:t>4) tryb postępowania w przypadku utraty legitymacji</w:t>
      </w:r>
      <w:r w:rsidR="00C6372B" w:rsidRPr="00E267FA">
        <w:t>.</w:t>
      </w:r>
      <w:bookmarkStart w:id="2" w:name="_Hlk172618955"/>
    </w:p>
    <w:p w14:paraId="3550762F" w14:textId="73168945" w:rsidR="00603E05" w:rsidRDefault="002975C0" w:rsidP="00620E7C">
      <w:pPr>
        <w:pStyle w:val="ARTartustawynprozporzdzenia"/>
      </w:pPr>
      <w:bookmarkStart w:id="3" w:name="_Hlk179981206"/>
      <w:bookmarkEnd w:id="2"/>
      <w:r w:rsidRPr="002975C0">
        <w:rPr>
          <w:rStyle w:val="Ppogrubienie"/>
        </w:rPr>
        <w:t xml:space="preserve">§ </w:t>
      </w:r>
      <w:r w:rsidR="00B22044">
        <w:rPr>
          <w:rStyle w:val="Ppogrubienie"/>
        </w:rPr>
        <w:t>2</w:t>
      </w:r>
      <w:r w:rsidRPr="002975C0">
        <w:rPr>
          <w:rStyle w:val="Ppogrubienie"/>
        </w:rPr>
        <w:t>.</w:t>
      </w:r>
      <w:r w:rsidRPr="002975C0">
        <w:t xml:space="preserve"> </w:t>
      </w:r>
      <w:r w:rsidR="00620E7C">
        <w:t xml:space="preserve">1. </w:t>
      </w:r>
      <w:r w:rsidR="00AF6865">
        <w:t xml:space="preserve">Legitymacja jest kartą </w:t>
      </w:r>
      <w:r w:rsidR="00B22559">
        <w:t xml:space="preserve">dwustronną laminowaną, </w:t>
      </w:r>
      <w:r w:rsidR="000E6E07">
        <w:t xml:space="preserve">bez warstwy elektronicznej, </w:t>
      </w:r>
      <w:r w:rsidR="00B22559">
        <w:t>wykonaną z tworzywa sztucznego (PVC)</w:t>
      </w:r>
      <w:r w:rsidR="00FD0B65">
        <w:t>.</w:t>
      </w:r>
    </w:p>
    <w:p w14:paraId="54FB94C2" w14:textId="33A6146C" w:rsidR="00A34DA7" w:rsidRDefault="00620E7C" w:rsidP="004E0D99">
      <w:pPr>
        <w:pStyle w:val="USTustnpkodeksu"/>
      </w:pPr>
      <w:r>
        <w:t xml:space="preserve">2. </w:t>
      </w:r>
      <w:r w:rsidR="00FD0B65">
        <w:t>Wzór legitymacji jest określony w załączniku do rozporządzenia</w:t>
      </w:r>
      <w:r w:rsidR="00A34DA7">
        <w:t>.</w:t>
      </w:r>
    </w:p>
    <w:p w14:paraId="6F1C5C9F" w14:textId="32A49758" w:rsidR="00B22044" w:rsidRDefault="00B22044" w:rsidP="00B22044">
      <w:pPr>
        <w:pStyle w:val="ARTartustawynprozporzdzenia"/>
      </w:pPr>
      <w:bookmarkStart w:id="4" w:name="_Hlk179983181"/>
      <w:bookmarkEnd w:id="3"/>
      <w:r w:rsidRPr="00E267FA">
        <w:rPr>
          <w:rStyle w:val="Ppogrubienie"/>
        </w:rPr>
        <w:t xml:space="preserve">§ </w:t>
      </w:r>
      <w:r>
        <w:rPr>
          <w:rStyle w:val="Ppogrubienie"/>
        </w:rPr>
        <w:t>3</w:t>
      </w:r>
      <w:r w:rsidRPr="00E267FA">
        <w:rPr>
          <w:rStyle w:val="Ppogrubienie"/>
        </w:rPr>
        <w:t>.</w:t>
      </w:r>
      <w:r w:rsidRPr="00E267FA">
        <w:t xml:space="preserve"> </w:t>
      </w:r>
      <w:r w:rsidR="00FD0B65">
        <w:t>1. Organem właściwym do wydania legitymacji jest dyrektor urzędu statystycznego, który zawarł z ankieterem statystycznym umow</w:t>
      </w:r>
      <w:r w:rsidR="00200A33">
        <w:t>ę</w:t>
      </w:r>
      <w:r w:rsidR="00FD0B65">
        <w:t xml:space="preserve"> o pracę lub umowę cywilnoprawną.</w:t>
      </w:r>
    </w:p>
    <w:p w14:paraId="126CD852" w14:textId="694F0F9A" w:rsidR="00FD0B65" w:rsidRDefault="00FD0B65" w:rsidP="00FD0B65">
      <w:pPr>
        <w:pStyle w:val="USTustnpkodeksu"/>
      </w:pPr>
      <w:r>
        <w:t xml:space="preserve">2. Organ, o którym mowa w ust. 1, odnotowuje wydanie ankieterowi statystycznemu legitymacji oraz przypadki, o których mowa w § </w:t>
      </w:r>
      <w:r w:rsidR="00876C9E">
        <w:t>4, 6 i 7</w:t>
      </w:r>
      <w:r>
        <w:t>.</w:t>
      </w:r>
    </w:p>
    <w:p w14:paraId="04C85830" w14:textId="13E321BC" w:rsidR="00877B27" w:rsidRDefault="00877B27" w:rsidP="004E0D99">
      <w:pPr>
        <w:pStyle w:val="ARTartustawynprozporzdzenia"/>
      </w:pPr>
      <w:bookmarkStart w:id="5" w:name="_Hlk180132808"/>
      <w:r w:rsidRPr="00F50E30">
        <w:rPr>
          <w:rStyle w:val="Ppogrubienie"/>
        </w:rPr>
        <w:t xml:space="preserve">§ </w:t>
      </w:r>
      <w:r>
        <w:rPr>
          <w:rStyle w:val="Ppogrubienie"/>
        </w:rPr>
        <w:t>4.</w:t>
      </w:r>
      <w:r w:rsidRPr="00877B27">
        <w:t xml:space="preserve"> </w:t>
      </w:r>
      <w:r w:rsidR="00FD0B65">
        <w:t>Wymiany legitymacji dokonuje się w przypadku:</w:t>
      </w:r>
    </w:p>
    <w:p w14:paraId="25F1F672" w14:textId="04ECD143" w:rsidR="00FD0B65" w:rsidRDefault="00FD0B65" w:rsidP="00FD0B65">
      <w:pPr>
        <w:pStyle w:val="PKTpunkt"/>
      </w:pPr>
      <w:r>
        <w:t>1) zmiany danych umieszczany</w:t>
      </w:r>
      <w:r w:rsidR="003B6E35">
        <w:t xml:space="preserve">ch w </w:t>
      </w:r>
      <w:r>
        <w:t>legitymacj</w:t>
      </w:r>
      <w:r w:rsidR="003B6E35">
        <w:t>i</w:t>
      </w:r>
      <w:r>
        <w:t>;</w:t>
      </w:r>
    </w:p>
    <w:p w14:paraId="4E8832CE" w14:textId="570E92E3" w:rsidR="00FD0B65" w:rsidRDefault="00FD0B65" w:rsidP="00FD0B65">
      <w:pPr>
        <w:pStyle w:val="PKTpunkt"/>
      </w:pPr>
      <w:r>
        <w:t xml:space="preserve">2) </w:t>
      </w:r>
      <w:r w:rsidR="003B6E35">
        <w:t>uszkodzenia lub zniszczenia</w:t>
      </w:r>
      <w:r>
        <w:t xml:space="preserve"> legitymacji;</w:t>
      </w:r>
    </w:p>
    <w:p w14:paraId="5A11D5F0" w14:textId="4DE4F011" w:rsidR="00FD0B65" w:rsidRDefault="00FD0B65" w:rsidP="00FD0B65">
      <w:pPr>
        <w:pStyle w:val="PKTpunkt"/>
      </w:pPr>
      <w:r>
        <w:t xml:space="preserve">3) </w:t>
      </w:r>
      <w:r w:rsidR="003B6E35">
        <w:t>upływu terminu ważności legitymacji.</w:t>
      </w:r>
    </w:p>
    <w:bookmarkEnd w:id="4"/>
    <w:bookmarkEnd w:id="5"/>
    <w:p w14:paraId="33B4EBE7" w14:textId="66D7FB88" w:rsidR="00F50E30" w:rsidRDefault="00F50E30" w:rsidP="00E267FA">
      <w:pPr>
        <w:pStyle w:val="ARTartustawynprozporzdzenia"/>
      </w:pPr>
      <w:r w:rsidRPr="00F50E30">
        <w:rPr>
          <w:rStyle w:val="Ppogrubienie"/>
        </w:rPr>
        <w:t xml:space="preserve">§ </w:t>
      </w:r>
      <w:r w:rsidR="00AE5CE9">
        <w:rPr>
          <w:rStyle w:val="Ppogrubienie"/>
        </w:rPr>
        <w:t>5</w:t>
      </w:r>
      <w:r w:rsidRPr="00F50E30">
        <w:rPr>
          <w:rStyle w:val="Ppogrubienie"/>
        </w:rPr>
        <w:t>.</w:t>
      </w:r>
      <w:r w:rsidRPr="00F50E30">
        <w:t xml:space="preserve"> </w:t>
      </w:r>
      <w:r w:rsidR="003B6E35">
        <w:t xml:space="preserve">Ankieter statystyczny niezwłocznie zwraca legitymację dyrektorowi urzędu statystycznego, o którym mowa w § 3 ust. 1, </w:t>
      </w:r>
      <w:r w:rsidR="00200A33">
        <w:t>jeżeli</w:t>
      </w:r>
      <w:r w:rsidR="003B6E35">
        <w:t>:</w:t>
      </w:r>
    </w:p>
    <w:p w14:paraId="31300B89" w14:textId="61A95B81" w:rsidR="003B6E35" w:rsidRDefault="003B6E35" w:rsidP="003B6E35">
      <w:pPr>
        <w:pStyle w:val="PKTpunkt"/>
      </w:pPr>
      <w:r>
        <w:t>1) zachodzą okoliczności do jej wymiany, określone w § 4;</w:t>
      </w:r>
    </w:p>
    <w:p w14:paraId="1B375A04" w14:textId="2AD4D318" w:rsidR="003B6E35" w:rsidRDefault="003B6E35" w:rsidP="003B6E35">
      <w:pPr>
        <w:pStyle w:val="PKTpunkt"/>
      </w:pPr>
      <w:r>
        <w:t>2) ankieter służbowy został zawieszony w czynnościach służbowych;</w:t>
      </w:r>
    </w:p>
    <w:p w14:paraId="41B31AE8" w14:textId="4A64F1AC" w:rsidR="003B6E35" w:rsidRDefault="003B6E35" w:rsidP="003B6E35">
      <w:pPr>
        <w:pStyle w:val="PKTpunkt"/>
      </w:pPr>
      <w:r>
        <w:t xml:space="preserve">3) </w:t>
      </w:r>
      <w:r w:rsidR="00876C9E">
        <w:t xml:space="preserve">wygasła </w:t>
      </w:r>
      <w:r w:rsidR="003207E7">
        <w:t>albo</w:t>
      </w:r>
      <w:r w:rsidR="00876C9E">
        <w:t xml:space="preserve"> </w:t>
      </w:r>
      <w:r w:rsidR="00200A33">
        <w:t xml:space="preserve">została </w:t>
      </w:r>
      <w:r>
        <w:t>z ankieterem statystycznym rozwiązana umowa o pracę lub umowa cywilnoprawna</w:t>
      </w:r>
      <w:r w:rsidR="002E2D6C">
        <w:t>.</w:t>
      </w:r>
    </w:p>
    <w:p w14:paraId="21322B4B" w14:textId="66E47960" w:rsidR="002E2D6C" w:rsidRDefault="002E2D6C" w:rsidP="002E2D6C">
      <w:pPr>
        <w:pStyle w:val="ARTartustawynprozporzdzenia"/>
      </w:pPr>
      <w:r w:rsidRPr="00F50E30">
        <w:rPr>
          <w:rStyle w:val="Ppogrubienie"/>
        </w:rPr>
        <w:lastRenderedPageBreak/>
        <w:t xml:space="preserve">§ </w:t>
      </w:r>
      <w:r>
        <w:rPr>
          <w:rStyle w:val="Ppogrubienie"/>
        </w:rPr>
        <w:t>6</w:t>
      </w:r>
      <w:r w:rsidRPr="00F50E30">
        <w:rPr>
          <w:rStyle w:val="Ppogrubienie"/>
        </w:rPr>
        <w:t>.</w:t>
      </w:r>
      <w:r w:rsidRPr="00F50E30">
        <w:t xml:space="preserve"> </w:t>
      </w:r>
      <w:r>
        <w:t>Legitymacja podlega unieważnieniu przez dyrektora urzędu statystycznego, o którym mowa w § 3 ust. 1, gdy:</w:t>
      </w:r>
    </w:p>
    <w:p w14:paraId="1CB39079" w14:textId="5E456D06" w:rsidR="002E2D6C" w:rsidRDefault="002E2D6C" w:rsidP="002E2D6C">
      <w:pPr>
        <w:pStyle w:val="PKTpunkt"/>
      </w:pPr>
      <w:r>
        <w:t>1) nie została zwrócona w przypadkach, o których mowa w § 5;</w:t>
      </w:r>
    </w:p>
    <w:p w14:paraId="2FBA3C96" w14:textId="3897BA2D" w:rsidR="002E2D6C" w:rsidRDefault="002E2D6C" w:rsidP="002E2D6C">
      <w:pPr>
        <w:pStyle w:val="PKTpunkt"/>
      </w:pPr>
      <w:r>
        <w:t>2) została utracona przez ankietera statystycznego;</w:t>
      </w:r>
    </w:p>
    <w:p w14:paraId="16B31D0A" w14:textId="7415F13A" w:rsidR="002E2D6C" w:rsidRDefault="002E2D6C" w:rsidP="002E2D6C">
      <w:pPr>
        <w:pStyle w:val="PKTpunkt"/>
      </w:pPr>
      <w:r>
        <w:t>3) ankieter statystyczny zmarł lub został uznany za zmarłego.</w:t>
      </w:r>
    </w:p>
    <w:p w14:paraId="211DFAB9" w14:textId="4071C042" w:rsidR="00200A33" w:rsidRDefault="00200A33" w:rsidP="00200A33">
      <w:pPr>
        <w:pStyle w:val="ARTartustawynprozporzdzenia"/>
      </w:pPr>
      <w:r w:rsidRPr="00E267FA">
        <w:rPr>
          <w:rStyle w:val="Ppogrubienie"/>
        </w:rPr>
        <w:t xml:space="preserve">§ </w:t>
      </w:r>
      <w:r w:rsidR="00876C9E">
        <w:rPr>
          <w:rStyle w:val="Ppogrubienie"/>
        </w:rPr>
        <w:t>7</w:t>
      </w:r>
      <w:r w:rsidRPr="00E267FA">
        <w:rPr>
          <w:rStyle w:val="Ppogrubienie"/>
        </w:rPr>
        <w:t>.</w:t>
      </w:r>
      <w:r w:rsidRPr="00E267FA">
        <w:t xml:space="preserve"> </w:t>
      </w:r>
      <w:r>
        <w:t>1. O utracie legitymacji ankieter statystyczny niezwłocznie zawiadamia drogą służbową dyrektora urzędu statystycznego, który zawarł z ankieterem statystycznym umowę o pracę lub umowę cywilnoprawną, podając w tym zawiadomieniu w szczególności datę i okoliczności utraty legitymacji.</w:t>
      </w:r>
    </w:p>
    <w:p w14:paraId="16284D85" w14:textId="232EB82C" w:rsidR="00200A33" w:rsidRDefault="00200A33" w:rsidP="00200A33">
      <w:pPr>
        <w:pStyle w:val="USTustnpkodeksu"/>
      </w:pPr>
      <w:r>
        <w:t>2. Dyrektor urzędu statystycznego unieważnia legitymację, której utratę zgłosił ankieter statystyczny.</w:t>
      </w:r>
    </w:p>
    <w:p w14:paraId="525C34C5" w14:textId="1BE7A29B" w:rsidR="00200A33" w:rsidRDefault="00200A33" w:rsidP="00200A33">
      <w:pPr>
        <w:pStyle w:val="USTustnpkodeksu"/>
      </w:pPr>
      <w:r>
        <w:t xml:space="preserve">3. W razie odzyskania legitymacji ankieter statystyczny </w:t>
      </w:r>
      <w:r w:rsidR="002E2D6C">
        <w:t xml:space="preserve">niezwłocznie </w:t>
      </w:r>
      <w:r>
        <w:t xml:space="preserve">zwraca ją dyrektorowi urzędu statystycznego oraz pisemnie informuje go o </w:t>
      </w:r>
      <w:r w:rsidR="002E2D6C">
        <w:t>dacie i okolicznościach odzyskania legitymacji.</w:t>
      </w:r>
    </w:p>
    <w:p w14:paraId="060828E1" w14:textId="37FDAA94" w:rsidR="002F2FE0" w:rsidRDefault="005D1C0E" w:rsidP="00876C9E">
      <w:pPr>
        <w:pStyle w:val="ARTartustawynprozporzdzenia"/>
      </w:pPr>
      <w:r>
        <w:rPr>
          <w:rStyle w:val="Ppogrubienie"/>
        </w:rPr>
        <w:t xml:space="preserve">§ </w:t>
      </w:r>
      <w:r w:rsidR="00876C9E">
        <w:rPr>
          <w:rStyle w:val="Ppogrubienie"/>
        </w:rPr>
        <w:t>8</w:t>
      </w:r>
      <w:r w:rsidR="004720C5" w:rsidRPr="00F45562">
        <w:rPr>
          <w:rStyle w:val="Ppogrubienie"/>
        </w:rPr>
        <w:t>.</w:t>
      </w:r>
      <w:r w:rsidR="004720C5" w:rsidRPr="00F45562">
        <w:t xml:space="preserve"> Rozporządzenie wchodzi w życie </w:t>
      </w:r>
      <w:r w:rsidR="00E267FA">
        <w:t>z dniem 1 stycznia 202</w:t>
      </w:r>
      <w:r w:rsidR="0059773D">
        <w:t>7</w:t>
      </w:r>
      <w:bookmarkStart w:id="6" w:name="_GoBack"/>
      <w:bookmarkEnd w:id="6"/>
      <w:r w:rsidR="00BC101D">
        <w:t xml:space="preserve"> </w:t>
      </w:r>
      <w:r w:rsidR="00BC101D" w:rsidRPr="00BC101D">
        <w:t>r.</w:t>
      </w:r>
      <w:bookmarkEnd w:id="0"/>
    </w:p>
    <w:p w14:paraId="0214E2E2" w14:textId="77777777" w:rsidR="00786EF8" w:rsidRPr="00F45562" w:rsidRDefault="00786EF8" w:rsidP="00F45562">
      <w:pPr>
        <w:pStyle w:val="NIEARTTEKSTtekstnieartykuowanynppodstprawnarozplubpreambua"/>
        <w:rPr>
          <w:rStyle w:val="Ppogrubienie"/>
        </w:rPr>
      </w:pPr>
      <w:r w:rsidRPr="00F45562">
        <w:rPr>
          <w:rStyle w:val="Ppogrubienie"/>
        </w:rPr>
        <w:tab/>
      </w:r>
      <w:r w:rsidRPr="00F45562">
        <w:rPr>
          <w:rStyle w:val="Ppogrubienie"/>
        </w:rPr>
        <w:tab/>
      </w:r>
      <w:r w:rsidRPr="00F45562">
        <w:rPr>
          <w:rStyle w:val="Ppogrubienie"/>
        </w:rPr>
        <w:tab/>
      </w:r>
      <w:r w:rsidRPr="00F45562">
        <w:rPr>
          <w:rStyle w:val="Ppogrubienie"/>
        </w:rPr>
        <w:tab/>
      </w:r>
      <w:r w:rsidRPr="00F45562">
        <w:rPr>
          <w:rStyle w:val="Ppogrubienie"/>
        </w:rPr>
        <w:tab/>
      </w:r>
      <w:r w:rsidRPr="00F45562">
        <w:rPr>
          <w:rStyle w:val="Ppogrubienie"/>
        </w:rPr>
        <w:tab/>
      </w:r>
      <w:r w:rsidR="00F45562">
        <w:rPr>
          <w:rStyle w:val="Ppogrubienie"/>
        </w:rPr>
        <w:tab/>
      </w:r>
      <w:r w:rsidR="00F45562">
        <w:rPr>
          <w:rStyle w:val="Ppogrubienie"/>
        </w:rPr>
        <w:tab/>
      </w:r>
      <w:r w:rsidR="00F45562">
        <w:rPr>
          <w:rStyle w:val="Ppogrubienie"/>
        </w:rPr>
        <w:tab/>
      </w:r>
      <w:r w:rsidR="00F45562">
        <w:rPr>
          <w:rStyle w:val="Ppogrubienie"/>
        </w:rPr>
        <w:tab/>
      </w:r>
      <w:r w:rsidR="00F45562">
        <w:rPr>
          <w:rStyle w:val="Ppogrubienie"/>
        </w:rPr>
        <w:tab/>
      </w:r>
      <w:r w:rsidR="00F45562">
        <w:rPr>
          <w:rStyle w:val="Ppogrubienie"/>
        </w:rPr>
        <w:tab/>
      </w:r>
      <w:r w:rsidR="00F45562">
        <w:rPr>
          <w:rStyle w:val="Ppogrubienie"/>
        </w:rPr>
        <w:tab/>
      </w:r>
      <w:r w:rsidR="00F45562">
        <w:rPr>
          <w:rStyle w:val="Ppogrubienie"/>
        </w:rPr>
        <w:tab/>
      </w:r>
      <w:r w:rsidR="00F45562">
        <w:rPr>
          <w:rStyle w:val="Ppogrubienie"/>
        </w:rPr>
        <w:tab/>
      </w:r>
      <w:r w:rsidR="00F45562">
        <w:rPr>
          <w:rStyle w:val="Ppogrubienie"/>
        </w:rPr>
        <w:tab/>
      </w:r>
      <w:r w:rsidR="00F45562">
        <w:rPr>
          <w:rStyle w:val="Ppogrubienie"/>
        </w:rPr>
        <w:tab/>
      </w:r>
      <w:r w:rsidR="00F45562">
        <w:rPr>
          <w:rStyle w:val="Ppogrubienie"/>
        </w:rPr>
        <w:tab/>
      </w:r>
      <w:r w:rsidR="00F45562">
        <w:rPr>
          <w:rStyle w:val="Ppogrubienie"/>
        </w:rPr>
        <w:tab/>
      </w:r>
      <w:r w:rsidR="00F45562">
        <w:rPr>
          <w:rStyle w:val="Ppogrubienie"/>
        </w:rPr>
        <w:tab/>
      </w:r>
      <w:r w:rsidR="00F45562">
        <w:rPr>
          <w:rStyle w:val="Ppogrubienie"/>
        </w:rPr>
        <w:tab/>
      </w:r>
      <w:r w:rsidR="00F45562">
        <w:rPr>
          <w:rStyle w:val="Ppogrubienie"/>
        </w:rPr>
        <w:tab/>
      </w:r>
      <w:r w:rsidR="00F45562">
        <w:rPr>
          <w:rStyle w:val="Ppogrubienie"/>
        </w:rPr>
        <w:tab/>
      </w:r>
      <w:r w:rsidR="00F45562">
        <w:rPr>
          <w:rStyle w:val="Ppogrubienie"/>
        </w:rPr>
        <w:tab/>
      </w:r>
      <w:r w:rsidR="00F45562">
        <w:rPr>
          <w:rStyle w:val="Ppogrubienie"/>
        </w:rPr>
        <w:tab/>
      </w:r>
      <w:r w:rsidR="00F45562">
        <w:rPr>
          <w:rStyle w:val="Ppogrubienie"/>
        </w:rPr>
        <w:tab/>
      </w:r>
      <w:r w:rsidR="00F45562">
        <w:rPr>
          <w:rStyle w:val="Ppogrubienie"/>
        </w:rPr>
        <w:tab/>
      </w:r>
      <w:r w:rsidR="00F45562">
        <w:rPr>
          <w:rStyle w:val="Ppogrubienie"/>
        </w:rPr>
        <w:tab/>
      </w:r>
      <w:r w:rsidR="00F45562">
        <w:rPr>
          <w:rStyle w:val="Ppogrubienie"/>
        </w:rPr>
        <w:tab/>
      </w:r>
      <w:r w:rsidR="00F45562">
        <w:rPr>
          <w:rStyle w:val="Ppogrubienie"/>
        </w:rPr>
        <w:tab/>
      </w:r>
      <w:r w:rsidR="00F45562">
        <w:rPr>
          <w:rStyle w:val="Ppogrubienie"/>
        </w:rPr>
        <w:tab/>
      </w:r>
      <w:r w:rsidRPr="00F45562">
        <w:rPr>
          <w:rStyle w:val="Ppogrubienie"/>
        </w:rPr>
        <w:t>PREZES RADY MINISTRÓW</w:t>
      </w:r>
    </w:p>
    <w:bookmarkEnd w:id="1"/>
    <w:p w14:paraId="7650B2D8" w14:textId="6BC8723C" w:rsidR="002F2FE0" w:rsidRDefault="002F2FE0" w:rsidP="004720C5">
      <w:pPr>
        <w:pStyle w:val="ARTartustawynprozporzdzenia"/>
      </w:pPr>
    </w:p>
    <w:p w14:paraId="11CA422D" w14:textId="77777777" w:rsidR="00BC449E" w:rsidRDefault="00BC449E" w:rsidP="004720C5">
      <w:pPr>
        <w:pStyle w:val="ARTartustawynprozporzdzenia"/>
      </w:pPr>
    </w:p>
    <w:p w14:paraId="10E9F1E6" w14:textId="77777777" w:rsidR="00D35245" w:rsidRPr="00D35245" w:rsidRDefault="00D35245" w:rsidP="00D35245">
      <w:pPr>
        <w:pStyle w:val="NIEARTTEKSTtekstnieartykuowanynppodstprawnarozplubpreambua"/>
      </w:pPr>
      <w:r w:rsidRPr="00D35245">
        <w:t>Za zgodność pod względem prawnym, legislacyjnym i redakcyjnym</w:t>
      </w:r>
    </w:p>
    <w:p w14:paraId="79F1BE79" w14:textId="7031FD02" w:rsidR="00D35245" w:rsidRPr="00D35245" w:rsidRDefault="00876C9E" w:rsidP="00D35245">
      <w:pPr>
        <w:pStyle w:val="NIEARTTEKSTtekstnieartykuowanynppodstprawnarozplubpreambua"/>
      </w:pPr>
      <w:r>
        <w:t>D</w:t>
      </w:r>
      <w:r w:rsidR="00D35245" w:rsidRPr="00D35245">
        <w:t>yrektor Gabinetu Prezesa</w:t>
      </w:r>
    </w:p>
    <w:p w14:paraId="4A251175" w14:textId="004CD3BA" w:rsidR="00D35245" w:rsidRPr="00D35245" w:rsidRDefault="00876C9E" w:rsidP="00D35245">
      <w:pPr>
        <w:pStyle w:val="NIEARTTEKSTtekstnieartykuowanynppodstprawnarozplubpreambua"/>
      </w:pPr>
      <w:r>
        <w:t>Katarzyna Cichońska</w:t>
      </w:r>
    </w:p>
    <w:p w14:paraId="0B1B85C1" w14:textId="77777777" w:rsidR="00D35245" w:rsidRPr="00D35245" w:rsidRDefault="00D35245" w:rsidP="00D35245">
      <w:pPr>
        <w:pStyle w:val="NIEARTTEKSTtekstnieartykuowanynppodstprawnarozplubpreambua"/>
      </w:pPr>
      <w:r w:rsidRPr="00D35245">
        <w:t>/podpisano elektroniczn</w:t>
      </w:r>
      <w:r w:rsidR="008D1834">
        <w:t>ie</w:t>
      </w:r>
      <w:r w:rsidRPr="00D35245">
        <w:t>/</w:t>
      </w:r>
    </w:p>
    <w:sectPr w:rsidR="00D35245" w:rsidRPr="00D35245" w:rsidSect="001A7F15">
      <w:headerReference w:type="default" r:id="rId11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3ED2CC" w14:textId="77777777" w:rsidR="008B2B7B" w:rsidRDefault="008B2B7B">
      <w:r>
        <w:separator/>
      </w:r>
    </w:p>
  </w:endnote>
  <w:endnote w:type="continuationSeparator" w:id="0">
    <w:p w14:paraId="5A8AB547" w14:textId="77777777" w:rsidR="008B2B7B" w:rsidRDefault="008B2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0FD6EE" w14:textId="77777777" w:rsidR="008B2B7B" w:rsidRDefault="008B2B7B">
      <w:r>
        <w:separator/>
      </w:r>
    </w:p>
  </w:footnote>
  <w:footnote w:type="continuationSeparator" w:id="0">
    <w:p w14:paraId="782AE7BF" w14:textId="77777777" w:rsidR="008B2B7B" w:rsidRDefault="008B2B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F364C" w14:textId="77777777" w:rsidR="00CC3E3D" w:rsidRPr="00B371CC" w:rsidRDefault="00CC3E3D" w:rsidP="00B371CC">
    <w:pPr>
      <w:pStyle w:val="Nagwek"/>
      <w:jc w:val="center"/>
    </w:pPr>
    <w:r>
      <w:t xml:space="preserve">– </w:t>
    </w:r>
    <w:r w:rsidR="007C2559">
      <w:fldChar w:fldCharType="begin"/>
    </w:r>
    <w:r>
      <w:instrText xml:space="preserve"> PAGE  \* MERGEFORMAT </w:instrText>
    </w:r>
    <w:r w:rsidR="007C2559">
      <w:fldChar w:fldCharType="separate"/>
    </w:r>
    <w:r w:rsidR="00F26097">
      <w:rPr>
        <w:noProof/>
      </w:rPr>
      <w:t>12</w:t>
    </w:r>
    <w:r w:rsidR="007C2559"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EE6FA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598077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626D6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C78B4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86AB01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6086F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02D3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9060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9DA91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E6E2D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0AF703C"/>
    <w:multiLevelType w:val="hybridMultilevel"/>
    <w:tmpl w:val="ED0C6C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7AB"/>
    <w:rsid w:val="000012DA"/>
    <w:rsid w:val="0000246E"/>
    <w:rsid w:val="00003862"/>
    <w:rsid w:val="00012A35"/>
    <w:rsid w:val="00016099"/>
    <w:rsid w:val="00017DC2"/>
    <w:rsid w:val="00021522"/>
    <w:rsid w:val="00022F1C"/>
    <w:rsid w:val="00023471"/>
    <w:rsid w:val="00023F13"/>
    <w:rsid w:val="00030361"/>
    <w:rsid w:val="00030634"/>
    <w:rsid w:val="000319C1"/>
    <w:rsid w:val="00031A8B"/>
    <w:rsid w:val="00031BCA"/>
    <w:rsid w:val="000330FA"/>
    <w:rsid w:val="0003362F"/>
    <w:rsid w:val="00036B63"/>
    <w:rsid w:val="00037E1A"/>
    <w:rsid w:val="00042199"/>
    <w:rsid w:val="00043495"/>
    <w:rsid w:val="00046A75"/>
    <w:rsid w:val="00047312"/>
    <w:rsid w:val="000508BD"/>
    <w:rsid w:val="000517AB"/>
    <w:rsid w:val="0005339C"/>
    <w:rsid w:val="0005571B"/>
    <w:rsid w:val="00057AB3"/>
    <w:rsid w:val="00057C75"/>
    <w:rsid w:val="00060076"/>
    <w:rsid w:val="00060432"/>
    <w:rsid w:val="00060D87"/>
    <w:rsid w:val="000615A5"/>
    <w:rsid w:val="00062D86"/>
    <w:rsid w:val="00064E4C"/>
    <w:rsid w:val="000663C4"/>
    <w:rsid w:val="00066901"/>
    <w:rsid w:val="00067987"/>
    <w:rsid w:val="00071BEE"/>
    <w:rsid w:val="000736CD"/>
    <w:rsid w:val="0007533B"/>
    <w:rsid w:val="0007545D"/>
    <w:rsid w:val="000760BF"/>
    <w:rsid w:val="0007613E"/>
    <w:rsid w:val="00076BFC"/>
    <w:rsid w:val="000814A7"/>
    <w:rsid w:val="000827EF"/>
    <w:rsid w:val="0008557B"/>
    <w:rsid w:val="00085CE7"/>
    <w:rsid w:val="000906EE"/>
    <w:rsid w:val="00091BA2"/>
    <w:rsid w:val="000944EF"/>
    <w:rsid w:val="00095F04"/>
    <w:rsid w:val="0009732D"/>
    <w:rsid w:val="000973F0"/>
    <w:rsid w:val="000A1296"/>
    <w:rsid w:val="000A1C27"/>
    <w:rsid w:val="000A1DAD"/>
    <w:rsid w:val="000A25FB"/>
    <w:rsid w:val="000A2649"/>
    <w:rsid w:val="000A323B"/>
    <w:rsid w:val="000B245B"/>
    <w:rsid w:val="000B298D"/>
    <w:rsid w:val="000B5B2D"/>
    <w:rsid w:val="000B5DCE"/>
    <w:rsid w:val="000B74AE"/>
    <w:rsid w:val="000C00B6"/>
    <w:rsid w:val="000C05BA"/>
    <w:rsid w:val="000C07FA"/>
    <w:rsid w:val="000C0E8F"/>
    <w:rsid w:val="000C1C32"/>
    <w:rsid w:val="000C1F96"/>
    <w:rsid w:val="000C4BC4"/>
    <w:rsid w:val="000D0110"/>
    <w:rsid w:val="000D2468"/>
    <w:rsid w:val="000D318A"/>
    <w:rsid w:val="000D6173"/>
    <w:rsid w:val="000D6F83"/>
    <w:rsid w:val="000E25CC"/>
    <w:rsid w:val="000E326F"/>
    <w:rsid w:val="000E3694"/>
    <w:rsid w:val="000E3B07"/>
    <w:rsid w:val="000E490F"/>
    <w:rsid w:val="000E6241"/>
    <w:rsid w:val="000E6E07"/>
    <w:rsid w:val="000F1477"/>
    <w:rsid w:val="000F2BE3"/>
    <w:rsid w:val="000F3D0D"/>
    <w:rsid w:val="000F4EB8"/>
    <w:rsid w:val="000F6ED4"/>
    <w:rsid w:val="000F7128"/>
    <w:rsid w:val="000F7A6E"/>
    <w:rsid w:val="001042BA"/>
    <w:rsid w:val="00106D03"/>
    <w:rsid w:val="00110465"/>
    <w:rsid w:val="00110628"/>
    <w:rsid w:val="00111768"/>
    <w:rsid w:val="0011245A"/>
    <w:rsid w:val="00113552"/>
    <w:rsid w:val="0011493E"/>
    <w:rsid w:val="00115B72"/>
    <w:rsid w:val="001209EC"/>
    <w:rsid w:val="00120A9E"/>
    <w:rsid w:val="00122A80"/>
    <w:rsid w:val="00125A9C"/>
    <w:rsid w:val="001270A2"/>
    <w:rsid w:val="00131237"/>
    <w:rsid w:val="0013176B"/>
    <w:rsid w:val="001329AC"/>
    <w:rsid w:val="00134CA0"/>
    <w:rsid w:val="0014026F"/>
    <w:rsid w:val="00142A7B"/>
    <w:rsid w:val="001449F8"/>
    <w:rsid w:val="00145C8E"/>
    <w:rsid w:val="00147A47"/>
    <w:rsid w:val="00147AA1"/>
    <w:rsid w:val="001520CF"/>
    <w:rsid w:val="001531AA"/>
    <w:rsid w:val="0015667C"/>
    <w:rsid w:val="00156DC0"/>
    <w:rsid w:val="00157110"/>
    <w:rsid w:val="0015742A"/>
    <w:rsid w:val="00157DA1"/>
    <w:rsid w:val="001618A7"/>
    <w:rsid w:val="00162CB2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75310"/>
    <w:rsid w:val="00177BB3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0F03"/>
    <w:rsid w:val="001A10E9"/>
    <w:rsid w:val="001A183D"/>
    <w:rsid w:val="001A2B65"/>
    <w:rsid w:val="001A3CD3"/>
    <w:rsid w:val="001A4AB4"/>
    <w:rsid w:val="001A5BEF"/>
    <w:rsid w:val="001A7F15"/>
    <w:rsid w:val="001B342E"/>
    <w:rsid w:val="001C1832"/>
    <w:rsid w:val="001C188C"/>
    <w:rsid w:val="001C24F1"/>
    <w:rsid w:val="001C7538"/>
    <w:rsid w:val="001D0FF8"/>
    <w:rsid w:val="001D1783"/>
    <w:rsid w:val="001D3B74"/>
    <w:rsid w:val="001D458F"/>
    <w:rsid w:val="001D53CD"/>
    <w:rsid w:val="001D55A3"/>
    <w:rsid w:val="001D5AF5"/>
    <w:rsid w:val="001E1E73"/>
    <w:rsid w:val="001E4E0C"/>
    <w:rsid w:val="001E526D"/>
    <w:rsid w:val="001E5655"/>
    <w:rsid w:val="001E6502"/>
    <w:rsid w:val="001F1832"/>
    <w:rsid w:val="001F220F"/>
    <w:rsid w:val="001F25B3"/>
    <w:rsid w:val="001F394E"/>
    <w:rsid w:val="001F564A"/>
    <w:rsid w:val="001F6616"/>
    <w:rsid w:val="00200A33"/>
    <w:rsid w:val="00202BD4"/>
    <w:rsid w:val="00204A97"/>
    <w:rsid w:val="00206EA4"/>
    <w:rsid w:val="002114EF"/>
    <w:rsid w:val="00212054"/>
    <w:rsid w:val="002166AD"/>
    <w:rsid w:val="00217871"/>
    <w:rsid w:val="00221ED8"/>
    <w:rsid w:val="002231EA"/>
    <w:rsid w:val="00223FDF"/>
    <w:rsid w:val="00225846"/>
    <w:rsid w:val="002279C0"/>
    <w:rsid w:val="00235CCE"/>
    <w:rsid w:val="0023727E"/>
    <w:rsid w:val="00241658"/>
    <w:rsid w:val="00242081"/>
    <w:rsid w:val="002435AE"/>
    <w:rsid w:val="00243777"/>
    <w:rsid w:val="002441CD"/>
    <w:rsid w:val="002501A3"/>
    <w:rsid w:val="0025166C"/>
    <w:rsid w:val="00251B61"/>
    <w:rsid w:val="002555D4"/>
    <w:rsid w:val="0026066E"/>
    <w:rsid w:val="00261A16"/>
    <w:rsid w:val="00263522"/>
    <w:rsid w:val="002637C6"/>
    <w:rsid w:val="00264EC6"/>
    <w:rsid w:val="00270E14"/>
    <w:rsid w:val="00271013"/>
    <w:rsid w:val="00273FE4"/>
    <w:rsid w:val="002765B4"/>
    <w:rsid w:val="00276A94"/>
    <w:rsid w:val="00290E84"/>
    <w:rsid w:val="0029405D"/>
    <w:rsid w:val="00294FA6"/>
    <w:rsid w:val="00295A6F"/>
    <w:rsid w:val="002975C0"/>
    <w:rsid w:val="002A20C4"/>
    <w:rsid w:val="002A4CC2"/>
    <w:rsid w:val="002A570F"/>
    <w:rsid w:val="002A5E07"/>
    <w:rsid w:val="002A7292"/>
    <w:rsid w:val="002A7358"/>
    <w:rsid w:val="002A7902"/>
    <w:rsid w:val="002B0F6B"/>
    <w:rsid w:val="002B23B8"/>
    <w:rsid w:val="002B4429"/>
    <w:rsid w:val="002B68A6"/>
    <w:rsid w:val="002B7BBC"/>
    <w:rsid w:val="002B7D73"/>
    <w:rsid w:val="002B7FAF"/>
    <w:rsid w:val="002C01B7"/>
    <w:rsid w:val="002C1DE8"/>
    <w:rsid w:val="002C3597"/>
    <w:rsid w:val="002C4F54"/>
    <w:rsid w:val="002D0C4F"/>
    <w:rsid w:val="002D1364"/>
    <w:rsid w:val="002D4D30"/>
    <w:rsid w:val="002D5000"/>
    <w:rsid w:val="002D598D"/>
    <w:rsid w:val="002D7188"/>
    <w:rsid w:val="002E167E"/>
    <w:rsid w:val="002E1DE3"/>
    <w:rsid w:val="002E2AB6"/>
    <w:rsid w:val="002E2D6C"/>
    <w:rsid w:val="002E3F34"/>
    <w:rsid w:val="002E5F79"/>
    <w:rsid w:val="002E64FA"/>
    <w:rsid w:val="002F0A00"/>
    <w:rsid w:val="002F0CFA"/>
    <w:rsid w:val="002F2FE0"/>
    <w:rsid w:val="002F669F"/>
    <w:rsid w:val="0030154C"/>
    <w:rsid w:val="00301C97"/>
    <w:rsid w:val="00303A18"/>
    <w:rsid w:val="00303B56"/>
    <w:rsid w:val="0031004C"/>
    <w:rsid w:val="003105F6"/>
    <w:rsid w:val="00311297"/>
    <w:rsid w:val="003113BE"/>
    <w:rsid w:val="00311410"/>
    <w:rsid w:val="003122CA"/>
    <w:rsid w:val="0031315A"/>
    <w:rsid w:val="003148FD"/>
    <w:rsid w:val="00314CF3"/>
    <w:rsid w:val="00314D55"/>
    <w:rsid w:val="00315B24"/>
    <w:rsid w:val="003207E7"/>
    <w:rsid w:val="00321080"/>
    <w:rsid w:val="00322D45"/>
    <w:rsid w:val="0032569A"/>
    <w:rsid w:val="00325A1F"/>
    <w:rsid w:val="003268F9"/>
    <w:rsid w:val="003303D0"/>
    <w:rsid w:val="00330BAF"/>
    <w:rsid w:val="00334E3A"/>
    <w:rsid w:val="003361DD"/>
    <w:rsid w:val="00337633"/>
    <w:rsid w:val="00341A6A"/>
    <w:rsid w:val="00345B9C"/>
    <w:rsid w:val="00346DDE"/>
    <w:rsid w:val="00352DAE"/>
    <w:rsid w:val="00354EB9"/>
    <w:rsid w:val="003602AE"/>
    <w:rsid w:val="00360929"/>
    <w:rsid w:val="003647D5"/>
    <w:rsid w:val="00366345"/>
    <w:rsid w:val="003674B0"/>
    <w:rsid w:val="003761B0"/>
    <w:rsid w:val="0037727C"/>
    <w:rsid w:val="00377E70"/>
    <w:rsid w:val="00377ED7"/>
    <w:rsid w:val="00380904"/>
    <w:rsid w:val="003823EE"/>
    <w:rsid w:val="00382960"/>
    <w:rsid w:val="003846F7"/>
    <w:rsid w:val="003851ED"/>
    <w:rsid w:val="00385B39"/>
    <w:rsid w:val="00386785"/>
    <w:rsid w:val="00386F3E"/>
    <w:rsid w:val="00390E89"/>
    <w:rsid w:val="00391B1A"/>
    <w:rsid w:val="00394423"/>
    <w:rsid w:val="00395E62"/>
    <w:rsid w:val="00396942"/>
    <w:rsid w:val="00396B49"/>
    <w:rsid w:val="00396E3E"/>
    <w:rsid w:val="003A2393"/>
    <w:rsid w:val="003A306E"/>
    <w:rsid w:val="003A5625"/>
    <w:rsid w:val="003A60DC"/>
    <w:rsid w:val="003A6A46"/>
    <w:rsid w:val="003A7A63"/>
    <w:rsid w:val="003A7BE2"/>
    <w:rsid w:val="003B000C"/>
    <w:rsid w:val="003B0F1D"/>
    <w:rsid w:val="003B29FE"/>
    <w:rsid w:val="003B4A57"/>
    <w:rsid w:val="003B6630"/>
    <w:rsid w:val="003B6E35"/>
    <w:rsid w:val="003B7DE5"/>
    <w:rsid w:val="003C0AD9"/>
    <w:rsid w:val="003C0ED0"/>
    <w:rsid w:val="003C1D49"/>
    <w:rsid w:val="003C35C4"/>
    <w:rsid w:val="003C762E"/>
    <w:rsid w:val="003D12C2"/>
    <w:rsid w:val="003D31B9"/>
    <w:rsid w:val="003D3867"/>
    <w:rsid w:val="003D453A"/>
    <w:rsid w:val="003D5941"/>
    <w:rsid w:val="003E08BD"/>
    <w:rsid w:val="003E0D1A"/>
    <w:rsid w:val="003E2DA3"/>
    <w:rsid w:val="003E3CA2"/>
    <w:rsid w:val="003F020D"/>
    <w:rsid w:val="003F03D9"/>
    <w:rsid w:val="003F2FBE"/>
    <w:rsid w:val="003F318D"/>
    <w:rsid w:val="003F3FCA"/>
    <w:rsid w:val="003F5BAE"/>
    <w:rsid w:val="003F6ED7"/>
    <w:rsid w:val="004001BF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374C0"/>
    <w:rsid w:val="00437EC1"/>
    <w:rsid w:val="00440C99"/>
    <w:rsid w:val="0044175C"/>
    <w:rsid w:val="00445F4D"/>
    <w:rsid w:val="004504C0"/>
    <w:rsid w:val="004550FB"/>
    <w:rsid w:val="00455DDF"/>
    <w:rsid w:val="00455EE6"/>
    <w:rsid w:val="0046111A"/>
    <w:rsid w:val="004618C4"/>
    <w:rsid w:val="00462946"/>
    <w:rsid w:val="00463F43"/>
    <w:rsid w:val="00464B94"/>
    <w:rsid w:val="004653A8"/>
    <w:rsid w:val="00465A0B"/>
    <w:rsid w:val="004674D9"/>
    <w:rsid w:val="00467A6E"/>
    <w:rsid w:val="0047077C"/>
    <w:rsid w:val="00470B05"/>
    <w:rsid w:val="0047207C"/>
    <w:rsid w:val="004720C5"/>
    <w:rsid w:val="00472CD6"/>
    <w:rsid w:val="00474E3C"/>
    <w:rsid w:val="0047725A"/>
    <w:rsid w:val="00480A58"/>
    <w:rsid w:val="00482151"/>
    <w:rsid w:val="00482D83"/>
    <w:rsid w:val="00485FAD"/>
    <w:rsid w:val="00487AED"/>
    <w:rsid w:val="00491EDF"/>
    <w:rsid w:val="00492A3F"/>
    <w:rsid w:val="00493C8D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B7C38"/>
    <w:rsid w:val="004C05BD"/>
    <w:rsid w:val="004C2015"/>
    <w:rsid w:val="004C2906"/>
    <w:rsid w:val="004C3AAF"/>
    <w:rsid w:val="004C3B06"/>
    <w:rsid w:val="004C3F97"/>
    <w:rsid w:val="004C7EE7"/>
    <w:rsid w:val="004D2DEE"/>
    <w:rsid w:val="004D2E1F"/>
    <w:rsid w:val="004D7FD9"/>
    <w:rsid w:val="004E0D99"/>
    <w:rsid w:val="004E1324"/>
    <w:rsid w:val="004E19A5"/>
    <w:rsid w:val="004E37E5"/>
    <w:rsid w:val="004E3FDB"/>
    <w:rsid w:val="004E426F"/>
    <w:rsid w:val="004F1F4A"/>
    <w:rsid w:val="004F296D"/>
    <w:rsid w:val="004F508B"/>
    <w:rsid w:val="004F695F"/>
    <w:rsid w:val="004F6CA4"/>
    <w:rsid w:val="004F7FA1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2D16"/>
    <w:rsid w:val="005147E8"/>
    <w:rsid w:val="005158F2"/>
    <w:rsid w:val="00525B5E"/>
    <w:rsid w:val="00526DFC"/>
    <w:rsid w:val="00526F43"/>
    <w:rsid w:val="00527651"/>
    <w:rsid w:val="005363AB"/>
    <w:rsid w:val="00544EF4"/>
    <w:rsid w:val="00545426"/>
    <w:rsid w:val="00545E53"/>
    <w:rsid w:val="005479D9"/>
    <w:rsid w:val="005530AF"/>
    <w:rsid w:val="00556B75"/>
    <w:rsid w:val="005572BD"/>
    <w:rsid w:val="00557A12"/>
    <w:rsid w:val="00560AC7"/>
    <w:rsid w:val="00561AFB"/>
    <w:rsid w:val="00561FA8"/>
    <w:rsid w:val="005635ED"/>
    <w:rsid w:val="00564482"/>
    <w:rsid w:val="00565253"/>
    <w:rsid w:val="00570191"/>
    <w:rsid w:val="00570570"/>
    <w:rsid w:val="00570A3E"/>
    <w:rsid w:val="00572512"/>
    <w:rsid w:val="00573077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9773D"/>
    <w:rsid w:val="005A0274"/>
    <w:rsid w:val="005A095C"/>
    <w:rsid w:val="005A669D"/>
    <w:rsid w:val="005A75D8"/>
    <w:rsid w:val="005B02B0"/>
    <w:rsid w:val="005B0FC0"/>
    <w:rsid w:val="005B713E"/>
    <w:rsid w:val="005C03B6"/>
    <w:rsid w:val="005C348E"/>
    <w:rsid w:val="005C477C"/>
    <w:rsid w:val="005C68E1"/>
    <w:rsid w:val="005C7F10"/>
    <w:rsid w:val="005D03A7"/>
    <w:rsid w:val="005D1C0E"/>
    <w:rsid w:val="005D2F93"/>
    <w:rsid w:val="005D3763"/>
    <w:rsid w:val="005D4D6D"/>
    <w:rsid w:val="005D55E1"/>
    <w:rsid w:val="005E19F7"/>
    <w:rsid w:val="005E4F04"/>
    <w:rsid w:val="005E5857"/>
    <w:rsid w:val="005E62C2"/>
    <w:rsid w:val="005E6A1C"/>
    <w:rsid w:val="005E6C71"/>
    <w:rsid w:val="005E78F2"/>
    <w:rsid w:val="005F0963"/>
    <w:rsid w:val="005F2824"/>
    <w:rsid w:val="005F2EBA"/>
    <w:rsid w:val="005F35ED"/>
    <w:rsid w:val="005F7812"/>
    <w:rsid w:val="005F7A88"/>
    <w:rsid w:val="00600B17"/>
    <w:rsid w:val="00603A1A"/>
    <w:rsid w:val="00603E05"/>
    <w:rsid w:val="00604455"/>
    <w:rsid w:val="006046D5"/>
    <w:rsid w:val="00607A93"/>
    <w:rsid w:val="00610C08"/>
    <w:rsid w:val="00611F74"/>
    <w:rsid w:val="006123D9"/>
    <w:rsid w:val="00615772"/>
    <w:rsid w:val="00620E7C"/>
    <w:rsid w:val="00621256"/>
    <w:rsid w:val="00621FCC"/>
    <w:rsid w:val="00622E4B"/>
    <w:rsid w:val="00623BF1"/>
    <w:rsid w:val="006333DA"/>
    <w:rsid w:val="00635134"/>
    <w:rsid w:val="006356E2"/>
    <w:rsid w:val="00642A65"/>
    <w:rsid w:val="00643A75"/>
    <w:rsid w:val="00645DCE"/>
    <w:rsid w:val="006465AC"/>
    <w:rsid w:val="006465BF"/>
    <w:rsid w:val="00653B22"/>
    <w:rsid w:val="00657BF4"/>
    <w:rsid w:val="006603FB"/>
    <w:rsid w:val="006608DF"/>
    <w:rsid w:val="006621C5"/>
    <w:rsid w:val="006623AC"/>
    <w:rsid w:val="00663201"/>
    <w:rsid w:val="0066590B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2CCE"/>
    <w:rsid w:val="006946BB"/>
    <w:rsid w:val="006969FA"/>
    <w:rsid w:val="006A35D5"/>
    <w:rsid w:val="006A748A"/>
    <w:rsid w:val="006C3426"/>
    <w:rsid w:val="006C419E"/>
    <w:rsid w:val="006C4A31"/>
    <w:rsid w:val="006C5AC2"/>
    <w:rsid w:val="006C6AFB"/>
    <w:rsid w:val="006C7AAD"/>
    <w:rsid w:val="006D2735"/>
    <w:rsid w:val="006D45B2"/>
    <w:rsid w:val="006E0FCC"/>
    <w:rsid w:val="006E1E96"/>
    <w:rsid w:val="006E449D"/>
    <w:rsid w:val="006E5E21"/>
    <w:rsid w:val="006E5E46"/>
    <w:rsid w:val="006F2648"/>
    <w:rsid w:val="006F2F10"/>
    <w:rsid w:val="006F33EA"/>
    <w:rsid w:val="006F482B"/>
    <w:rsid w:val="006F6311"/>
    <w:rsid w:val="00701952"/>
    <w:rsid w:val="00702556"/>
    <w:rsid w:val="0070277E"/>
    <w:rsid w:val="0070301C"/>
    <w:rsid w:val="00704156"/>
    <w:rsid w:val="0070694B"/>
    <w:rsid w:val="007069FC"/>
    <w:rsid w:val="00711221"/>
    <w:rsid w:val="00712675"/>
    <w:rsid w:val="00713808"/>
    <w:rsid w:val="0071422A"/>
    <w:rsid w:val="007151B6"/>
    <w:rsid w:val="0071520D"/>
    <w:rsid w:val="00715EDB"/>
    <w:rsid w:val="007160D5"/>
    <w:rsid w:val="007163FB"/>
    <w:rsid w:val="007178FA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37F9F"/>
    <w:rsid w:val="007410B6"/>
    <w:rsid w:val="00744C6F"/>
    <w:rsid w:val="007457F6"/>
    <w:rsid w:val="00745ABB"/>
    <w:rsid w:val="00746E38"/>
    <w:rsid w:val="00747CD5"/>
    <w:rsid w:val="00753B51"/>
    <w:rsid w:val="007544CC"/>
    <w:rsid w:val="00756629"/>
    <w:rsid w:val="007575D2"/>
    <w:rsid w:val="00757B4F"/>
    <w:rsid w:val="00757B6A"/>
    <w:rsid w:val="007610E0"/>
    <w:rsid w:val="007621AA"/>
    <w:rsid w:val="0076260A"/>
    <w:rsid w:val="00764A67"/>
    <w:rsid w:val="00770F6B"/>
    <w:rsid w:val="00771883"/>
    <w:rsid w:val="00776DC2"/>
    <w:rsid w:val="00780122"/>
    <w:rsid w:val="0078214B"/>
    <w:rsid w:val="0078498A"/>
    <w:rsid w:val="00785A05"/>
    <w:rsid w:val="00786EF8"/>
    <w:rsid w:val="007878FE"/>
    <w:rsid w:val="0079098C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6E2F"/>
    <w:rsid w:val="007A789F"/>
    <w:rsid w:val="007A7BD4"/>
    <w:rsid w:val="007B0492"/>
    <w:rsid w:val="007B491D"/>
    <w:rsid w:val="007B5911"/>
    <w:rsid w:val="007B75BC"/>
    <w:rsid w:val="007C0BD6"/>
    <w:rsid w:val="007C1A09"/>
    <w:rsid w:val="007C2559"/>
    <w:rsid w:val="007C3806"/>
    <w:rsid w:val="007C518E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0238"/>
    <w:rsid w:val="007F1B32"/>
    <w:rsid w:val="007F2EB6"/>
    <w:rsid w:val="007F54C3"/>
    <w:rsid w:val="00802949"/>
    <w:rsid w:val="0080301E"/>
    <w:rsid w:val="0080365F"/>
    <w:rsid w:val="008121AF"/>
    <w:rsid w:val="00812BE5"/>
    <w:rsid w:val="00814101"/>
    <w:rsid w:val="00817429"/>
    <w:rsid w:val="00821514"/>
    <w:rsid w:val="00821E35"/>
    <w:rsid w:val="00824591"/>
    <w:rsid w:val="00824AED"/>
    <w:rsid w:val="00827749"/>
    <w:rsid w:val="00827820"/>
    <w:rsid w:val="00830FA3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47850"/>
    <w:rsid w:val="00850B60"/>
    <w:rsid w:val="00850C9D"/>
    <w:rsid w:val="00852B59"/>
    <w:rsid w:val="00856272"/>
    <w:rsid w:val="008563FF"/>
    <w:rsid w:val="0086018B"/>
    <w:rsid w:val="008611DD"/>
    <w:rsid w:val="008620DE"/>
    <w:rsid w:val="00866867"/>
    <w:rsid w:val="00867122"/>
    <w:rsid w:val="00872257"/>
    <w:rsid w:val="008753E6"/>
    <w:rsid w:val="00876C9E"/>
    <w:rsid w:val="0087738C"/>
    <w:rsid w:val="00877B27"/>
    <w:rsid w:val="008802AF"/>
    <w:rsid w:val="00881926"/>
    <w:rsid w:val="0088318F"/>
    <w:rsid w:val="0088331D"/>
    <w:rsid w:val="008852B0"/>
    <w:rsid w:val="00885AE7"/>
    <w:rsid w:val="00886B60"/>
    <w:rsid w:val="00887889"/>
    <w:rsid w:val="00890233"/>
    <w:rsid w:val="008920FF"/>
    <w:rsid w:val="008926E8"/>
    <w:rsid w:val="00894E7B"/>
    <w:rsid w:val="00894F19"/>
    <w:rsid w:val="00896A10"/>
    <w:rsid w:val="008971B5"/>
    <w:rsid w:val="008A5D26"/>
    <w:rsid w:val="008A6B13"/>
    <w:rsid w:val="008A6ECB"/>
    <w:rsid w:val="008B0BF9"/>
    <w:rsid w:val="008B2866"/>
    <w:rsid w:val="008B2B7B"/>
    <w:rsid w:val="008B3859"/>
    <w:rsid w:val="008B436D"/>
    <w:rsid w:val="008B4E49"/>
    <w:rsid w:val="008B7712"/>
    <w:rsid w:val="008B7B26"/>
    <w:rsid w:val="008C18BB"/>
    <w:rsid w:val="008C3524"/>
    <w:rsid w:val="008C4061"/>
    <w:rsid w:val="008C4229"/>
    <w:rsid w:val="008C5BE0"/>
    <w:rsid w:val="008C7233"/>
    <w:rsid w:val="008D0FF6"/>
    <w:rsid w:val="008D1834"/>
    <w:rsid w:val="008D1F0B"/>
    <w:rsid w:val="008D2434"/>
    <w:rsid w:val="008E0B33"/>
    <w:rsid w:val="008E171D"/>
    <w:rsid w:val="008E2785"/>
    <w:rsid w:val="008E78A3"/>
    <w:rsid w:val="008F0654"/>
    <w:rsid w:val="008F06CB"/>
    <w:rsid w:val="008F2E83"/>
    <w:rsid w:val="008F612A"/>
    <w:rsid w:val="008F7979"/>
    <w:rsid w:val="008F7D4B"/>
    <w:rsid w:val="0090293D"/>
    <w:rsid w:val="009034DE"/>
    <w:rsid w:val="00905396"/>
    <w:rsid w:val="0090605D"/>
    <w:rsid w:val="00906419"/>
    <w:rsid w:val="0090657E"/>
    <w:rsid w:val="00910728"/>
    <w:rsid w:val="00911AC4"/>
    <w:rsid w:val="00912889"/>
    <w:rsid w:val="00913A42"/>
    <w:rsid w:val="00914167"/>
    <w:rsid w:val="009143DB"/>
    <w:rsid w:val="00915065"/>
    <w:rsid w:val="00917CE5"/>
    <w:rsid w:val="00920A37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5B5"/>
    <w:rsid w:val="00946DD0"/>
    <w:rsid w:val="009509E6"/>
    <w:rsid w:val="00952018"/>
    <w:rsid w:val="00952800"/>
    <w:rsid w:val="0095300D"/>
    <w:rsid w:val="009550CD"/>
    <w:rsid w:val="00956812"/>
    <w:rsid w:val="0095719A"/>
    <w:rsid w:val="009623E9"/>
    <w:rsid w:val="00963EEB"/>
    <w:rsid w:val="00964370"/>
    <w:rsid w:val="009648BC"/>
    <w:rsid w:val="00964C2F"/>
    <w:rsid w:val="00965F88"/>
    <w:rsid w:val="0097337B"/>
    <w:rsid w:val="009736AA"/>
    <w:rsid w:val="00981DB8"/>
    <w:rsid w:val="00984E03"/>
    <w:rsid w:val="00987E85"/>
    <w:rsid w:val="00987EB5"/>
    <w:rsid w:val="00995575"/>
    <w:rsid w:val="00995638"/>
    <w:rsid w:val="009A0D12"/>
    <w:rsid w:val="009A18C3"/>
    <w:rsid w:val="009A1987"/>
    <w:rsid w:val="009A2BEE"/>
    <w:rsid w:val="009A5289"/>
    <w:rsid w:val="009A7A53"/>
    <w:rsid w:val="009B0402"/>
    <w:rsid w:val="009B0B75"/>
    <w:rsid w:val="009B169C"/>
    <w:rsid w:val="009B16DF"/>
    <w:rsid w:val="009B4CB2"/>
    <w:rsid w:val="009B6701"/>
    <w:rsid w:val="009B6EF7"/>
    <w:rsid w:val="009B7000"/>
    <w:rsid w:val="009B739C"/>
    <w:rsid w:val="009C04EC"/>
    <w:rsid w:val="009C3176"/>
    <w:rsid w:val="009C328C"/>
    <w:rsid w:val="009C4444"/>
    <w:rsid w:val="009C4536"/>
    <w:rsid w:val="009C79AD"/>
    <w:rsid w:val="009C7CA6"/>
    <w:rsid w:val="009D3316"/>
    <w:rsid w:val="009D4C8F"/>
    <w:rsid w:val="009D527D"/>
    <w:rsid w:val="009D55AA"/>
    <w:rsid w:val="009E3E77"/>
    <w:rsid w:val="009E3FAB"/>
    <w:rsid w:val="009E442A"/>
    <w:rsid w:val="009E49FE"/>
    <w:rsid w:val="009E5B3F"/>
    <w:rsid w:val="009E6499"/>
    <w:rsid w:val="009E7D90"/>
    <w:rsid w:val="009F1AB0"/>
    <w:rsid w:val="009F2735"/>
    <w:rsid w:val="009F501D"/>
    <w:rsid w:val="00A039D5"/>
    <w:rsid w:val="00A046AD"/>
    <w:rsid w:val="00A079C1"/>
    <w:rsid w:val="00A12520"/>
    <w:rsid w:val="00A130FD"/>
    <w:rsid w:val="00A135EA"/>
    <w:rsid w:val="00A13D6D"/>
    <w:rsid w:val="00A14769"/>
    <w:rsid w:val="00A16151"/>
    <w:rsid w:val="00A16448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36AC"/>
    <w:rsid w:val="00A34DA7"/>
    <w:rsid w:val="00A3793C"/>
    <w:rsid w:val="00A37E70"/>
    <w:rsid w:val="00A437E1"/>
    <w:rsid w:val="00A44760"/>
    <w:rsid w:val="00A45DD5"/>
    <w:rsid w:val="00A4685E"/>
    <w:rsid w:val="00A50CD4"/>
    <w:rsid w:val="00A51191"/>
    <w:rsid w:val="00A56273"/>
    <w:rsid w:val="00A56D62"/>
    <w:rsid w:val="00A56F07"/>
    <w:rsid w:val="00A5762C"/>
    <w:rsid w:val="00A600FC"/>
    <w:rsid w:val="00A60BCA"/>
    <w:rsid w:val="00A61A3D"/>
    <w:rsid w:val="00A638DA"/>
    <w:rsid w:val="00A65B41"/>
    <w:rsid w:val="00A65E00"/>
    <w:rsid w:val="00A66A78"/>
    <w:rsid w:val="00A71039"/>
    <w:rsid w:val="00A74067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2296"/>
    <w:rsid w:val="00A94574"/>
    <w:rsid w:val="00A9481E"/>
    <w:rsid w:val="00A949ED"/>
    <w:rsid w:val="00A95936"/>
    <w:rsid w:val="00A96265"/>
    <w:rsid w:val="00A97084"/>
    <w:rsid w:val="00AA05C3"/>
    <w:rsid w:val="00AA1B28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1F43"/>
    <w:rsid w:val="00AC31B5"/>
    <w:rsid w:val="00AC4EA1"/>
    <w:rsid w:val="00AC5381"/>
    <w:rsid w:val="00AC5920"/>
    <w:rsid w:val="00AD057E"/>
    <w:rsid w:val="00AD0E65"/>
    <w:rsid w:val="00AD2BF2"/>
    <w:rsid w:val="00AD3CC4"/>
    <w:rsid w:val="00AD4E90"/>
    <w:rsid w:val="00AD5422"/>
    <w:rsid w:val="00AE0C93"/>
    <w:rsid w:val="00AE4179"/>
    <w:rsid w:val="00AE4425"/>
    <w:rsid w:val="00AE4BCF"/>
    <w:rsid w:val="00AE4FBE"/>
    <w:rsid w:val="00AE5CE9"/>
    <w:rsid w:val="00AE650F"/>
    <w:rsid w:val="00AE6555"/>
    <w:rsid w:val="00AE7D16"/>
    <w:rsid w:val="00AF4CAA"/>
    <w:rsid w:val="00AF571A"/>
    <w:rsid w:val="00AF60A0"/>
    <w:rsid w:val="00AF67FC"/>
    <w:rsid w:val="00AF6865"/>
    <w:rsid w:val="00AF7DF5"/>
    <w:rsid w:val="00B006E5"/>
    <w:rsid w:val="00B024C2"/>
    <w:rsid w:val="00B0551F"/>
    <w:rsid w:val="00B07700"/>
    <w:rsid w:val="00B13921"/>
    <w:rsid w:val="00B146A8"/>
    <w:rsid w:val="00B14F6D"/>
    <w:rsid w:val="00B1528C"/>
    <w:rsid w:val="00B16ACD"/>
    <w:rsid w:val="00B21487"/>
    <w:rsid w:val="00B22044"/>
    <w:rsid w:val="00B22559"/>
    <w:rsid w:val="00B232D1"/>
    <w:rsid w:val="00B24DB5"/>
    <w:rsid w:val="00B27527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40A4"/>
    <w:rsid w:val="00B45FBC"/>
    <w:rsid w:val="00B46A28"/>
    <w:rsid w:val="00B51A7D"/>
    <w:rsid w:val="00B535C2"/>
    <w:rsid w:val="00B54CA9"/>
    <w:rsid w:val="00B55544"/>
    <w:rsid w:val="00B56CCE"/>
    <w:rsid w:val="00B642FC"/>
    <w:rsid w:val="00B64D26"/>
    <w:rsid w:val="00B64FBB"/>
    <w:rsid w:val="00B70E22"/>
    <w:rsid w:val="00B7163D"/>
    <w:rsid w:val="00B72D20"/>
    <w:rsid w:val="00B7749A"/>
    <w:rsid w:val="00B774CB"/>
    <w:rsid w:val="00B80402"/>
    <w:rsid w:val="00B80B9A"/>
    <w:rsid w:val="00B830B7"/>
    <w:rsid w:val="00B848EA"/>
    <w:rsid w:val="00B84B2B"/>
    <w:rsid w:val="00B84F54"/>
    <w:rsid w:val="00B90500"/>
    <w:rsid w:val="00B9176C"/>
    <w:rsid w:val="00B93214"/>
    <w:rsid w:val="00B935A4"/>
    <w:rsid w:val="00B97E4E"/>
    <w:rsid w:val="00BA3805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01D"/>
    <w:rsid w:val="00BC11E5"/>
    <w:rsid w:val="00BC33CD"/>
    <w:rsid w:val="00BC449E"/>
    <w:rsid w:val="00BC4BC6"/>
    <w:rsid w:val="00BC52FD"/>
    <w:rsid w:val="00BC6E62"/>
    <w:rsid w:val="00BC7443"/>
    <w:rsid w:val="00BD0648"/>
    <w:rsid w:val="00BD0C2D"/>
    <w:rsid w:val="00BD1040"/>
    <w:rsid w:val="00BD2028"/>
    <w:rsid w:val="00BD2D75"/>
    <w:rsid w:val="00BD34AA"/>
    <w:rsid w:val="00BD48A4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3A8A"/>
    <w:rsid w:val="00C14763"/>
    <w:rsid w:val="00C15967"/>
    <w:rsid w:val="00C15C28"/>
    <w:rsid w:val="00C16141"/>
    <w:rsid w:val="00C17900"/>
    <w:rsid w:val="00C2363F"/>
    <w:rsid w:val="00C236C8"/>
    <w:rsid w:val="00C260B1"/>
    <w:rsid w:val="00C26E56"/>
    <w:rsid w:val="00C31406"/>
    <w:rsid w:val="00C3653E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56ED1"/>
    <w:rsid w:val="00C6372B"/>
    <w:rsid w:val="00C6383E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816"/>
    <w:rsid w:val="00C84C47"/>
    <w:rsid w:val="00C858A4"/>
    <w:rsid w:val="00C86AFA"/>
    <w:rsid w:val="00C92DD8"/>
    <w:rsid w:val="00C93E58"/>
    <w:rsid w:val="00CA4D3D"/>
    <w:rsid w:val="00CB18D0"/>
    <w:rsid w:val="00CB19B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C5D49"/>
    <w:rsid w:val="00CC67AB"/>
    <w:rsid w:val="00CC7E9C"/>
    <w:rsid w:val="00CD12C1"/>
    <w:rsid w:val="00CD14A6"/>
    <w:rsid w:val="00CD214E"/>
    <w:rsid w:val="00CD2E31"/>
    <w:rsid w:val="00CD46FA"/>
    <w:rsid w:val="00CD5973"/>
    <w:rsid w:val="00CE31A6"/>
    <w:rsid w:val="00CE41B7"/>
    <w:rsid w:val="00CF09AA"/>
    <w:rsid w:val="00CF3197"/>
    <w:rsid w:val="00CF4813"/>
    <w:rsid w:val="00CF5233"/>
    <w:rsid w:val="00CF53CB"/>
    <w:rsid w:val="00D0271D"/>
    <w:rsid w:val="00D029B8"/>
    <w:rsid w:val="00D02F60"/>
    <w:rsid w:val="00D0464E"/>
    <w:rsid w:val="00D04A96"/>
    <w:rsid w:val="00D056B0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25651"/>
    <w:rsid w:val="00D32721"/>
    <w:rsid w:val="00D328DC"/>
    <w:rsid w:val="00D33387"/>
    <w:rsid w:val="00D35245"/>
    <w:rsid w:val="00D402FB"/>
    <w:rsid w:val="00D46C20"/>
    <w:rsid w:val="00D47D7A"/>
    <w:rsid w:val="00D50ABD"/>
    <w:rsid w:val="00D55290"/>
    <w:rsid w:val="00D557E0"/>
    <w:rsid w:val="00D5712E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15D7"/>
    <w:rsid w:val="00D93106"/>
    <w:rsid w:val="00D933E9"/>
    <w:rsid w:val="00D9505D"/>
    <w:rsid w:val="00D953D0"/>
    <w:rsid w:val="00D959F5"/>
    <w:rsid w:val="00D96884"/>
    <w:rsid w:val="00DA21A5"/>
    <w:rsid w:val="00DA3FDD"/>
    <w:rsid w:val="00DA7017"/>
    <w:rsid w:val="00DA7028"/>
    <w:rsid w:val="00DB0D4E"/>
    <w:rsid w:val="00DB1AD2"/>
    <w:rsid w:val="00DB2B58"/>
    <w:rsid w:val="00DB5206"/>
    <w:rsid w:val="00DB6276"/>
    <w:rsid w:val="00DB63F5"/>
    <w:rsid w:val="00DB6F74"/>
    <w:rsid w:val="00DB7E7E"/>
    <w:rsid w:val="00DC1C6B"/>
    <w:rsid w:val="00DC2C2E"/>
    <w:rsid w:val="00DC4AF0"/>
    <w:rsid w:val="00DC5003"/>
    <w:rsid w:val="00DC7886"/>
    <w:rsid w:val="00DD0CF2"/>
    <w:rsid w:val="00DD3C25"/>
    <w:rsid w:val="00DE1554"/>
    <w:rsid w:val="00DE162C"/>
    <w:rsid w:val="00DE2901"/>
    <w:rsid w:val="00DE590F"/>
    <w:rsid w:val="00DE5A91"/>
    <w:rsid w:val="00DE795C"/>
    <w:rsid w:val="00DE7DC1"/>
    <w:rsid w:val="00DF33A0"/>
    <w:rsid w:val="00DF3F7E"/>
    <w:rsid w:val="00DF7648"/>
    <w:rsid w:val="00E00E29"/>
    <w:rsid w:val="00E00FA8"/>
    <w:rsid w:val="00E02BAB"/>
    <w:rsid w:val="00E04CEB"/>
    <w:rsid w:val="00E060BC"/>
    <w:rsid w:val="00E11420"/>
    <w:rsid w:val="00E12E17"/>
    <w:rsid w:val="00E132FB"/>
    <w:rsid w:val="00E170B7"/>
    <w:rsid w:val="00E177DD"/>
    <w:rsid w:val="00E20900"/>
    <w:rsid w:val="00E20C7F"/>
    <w:rsid w:val="00E2396E"/>
    <w:rsid w:val="00E24728"/>
    <w:rsid w:val="00E267FA"/>
    <w:rsid w:val="00E276AC"/>
    <w:rsid w:val="00E32F34"/>
    <w:rsid w:val="00E34A35"/>
    <w:rsid w:val="00E36B3B"/>
    <w:rsid w:val="00E37C2F"/>
    <w:rsid w:val="00E41C28"/>
    <w:rsid w:val="00E454B8"/>
    <w:rsid w:val="00E45780"/>
    <w:rsid w:val="00E46308"/>
    <w:rsid w:val="00E51E17"/>
    <w:rsid w:val="00E52DAB"/>
    <w:rsid w:val="00E539B0"/>
    <w:rsid w:val="00E54671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77D78"/>
    <w:rsid w:val="00E82CDB"/>
    <w:rsid w:val="00E83ADD"/>
    <w:rsid w:val="00E83D09"/>
    <w:rsid w:val="00E84F38"/>
    <w:rsid w:val="00E85623"/>
    <w:rsid w:val="00E87441"/>
    <w:rsid w:val="00E91FAE"/>
    <w:rsid w:val="00E9212A"/>
    <w:rsid w:val="00E96E3F"/>
    <w:rsid w:val="00EA270C"/>
    <w:rsid w:val="00EA4974"/>
    <w:rsid w:val="00EA532E"/>
    <w:rsid w:val="00EB06D9"/>
    <w:rsid w:val="00EB192B"/>
    <w:rsid w:val="00EB19ED"/>
    <w:rsid w:val="00EB1CAB"/>
    <w:rsid w:val="00EB653D"/>
    <w:rsid w:val="00EC0F5A"/>
    <w:rsid w:val="00EC4265"/>
    <w:rsid w:val="00EC4CEB"/>
    <w:rsid w:val="00EC5B70"/>
    <w:rsid w:val="00EC5DA2"/>
    <w:rsid w:val="00EC659E"/>
    <w:rsid w:val="00ED18E0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600"/>
    <w:rsid w:val="00F17F0A"/>
    <w:rsid w:val="00F26097"/>
    <w:rsid w:val="00F2668F"/>
    <w:rsid w:val="00F2742F"/>
    <w:rsid w:val="00F2753B"/>
    <w:rsid w:val="00F30E20"/>
    <w:rsid w:val="00F33F8B"/>
    <w:rsid w:val="00F340B2"/>
    <w:rsid w:val="00F43390"/>
    <w:rsid w:val="00F443B2"/>
    <w:rsid w:val="00F45088"/>
    <w:rsid w:val="00F45562"/>
    <w:rsid w:val="00F458D8"/>
    <w:rsid w:val="00F50237"/>
    <w:rsid w:val="00F50E30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3611"/>
    <w:rsid w:val="00F74C59"/>
    <w:rsid w:val="00F75C3A"/>
    <w:rsid w:val="00F76EB0"/>
    <w:rsid w:val="00F82E30"/>
    <w:rsid w:val="00F831CB"/>
    <w:rsid w:val="00F848A3"/>
    <w:rsid w:val="00F84ACF"/>
    <w:rsid w:val="00F8545B"/>
    <w:rsid w:val="00F85742"/>
    <w:rsid w:val="00F85BF8"/>
    <w:rsid w:val="00F871CE"/>
    <w:rsid w:val="00F87802"/>
    <w:rsid w:val="00F92C0A"/>
    <w:rsid w:val="00F9415B"/>
    <w:rsid w:val="00FA13C2"/>
    <w:rsid w:val="00FA26F9"/>
    <w:rsid w:val="00FA7F91"/>
    <w:rsid w:val="00FB121C"/>
    <w:rsid w:val="00FB1CDD"/>
    <w:rsid w:val="00FB2C2F"/>
    <w:rsid w:val="00FB305C"/>
    <w:rsid w:val="00FC0F50"/>
    <w:rsid w:val="00FC2E3D"/>
    <w:rsid w:val="00FC3BDE"/>
    <w:rsid w:val="00FC6425"/>
    <w:rsid w:val="00FC7EB2"/>
    <w:rsid w:val="00FD0B65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  <w:rsid w:val="00FF55BF"/>
    <w:rsid w:val="00FF7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A16749"/>
  <w15:docId w15:val="{9C476B70-A4E0-402F-9F17-193FD0E6F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D1834"/>
    <w:pPr>
      <w:spacing w:after="160" w:line="254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widowControl w:val="0"/>
      <w:suppressAutoHyphens/>
      <w:spacing w:before="480" w:after="0" w:line="36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Theme="minorEastAsia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after="0" w:line="240" w:lineRule="auto"/>
      <w:ind w:left="283" w:hanging="170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Theme="minorEastAsia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Theme="minorEastAsia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CC67A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A18C3"/>
    <w:pPr>
      <w:spacing w:line="259" w:lineRule="auto"/>
      <w:ind w:left="720"/>
      <w:contextualSpacing/>
    </w:pPr>
  </w:style>
  <w:style w:type="character" w:styleId="Pogrubienie">
    <w:name w:val="Strong"/>
    <w:basedOn w:val="Domylnaczcionkaakapitu"/>
    <w:uiPriority w:val="99"/>
    <w:qFormat/>
    <w:rsid w:val="004C3AAF"/>
    <w:rPr>
      <w:b/>
      <w:bCs/>
    </w:rPr>
  </w:style>
  <w:style w:type="paragraph" w:styleId="Poprawka">
    <w:name w:val="Revision"/>
    <w:hidden/>
    <w:uiPriority w:val="99"/>
    <w:semiHidden/>
    <w:rsid w:val="00AE4BCF"/>
    <w:pPr>
      <w:spacing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93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ssowskae1\Documents\szablony%20RCL\Szablon%20aktu%20prawnego%204_0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B8E4EE2008D4108AFBFC78B326280A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227B81-5BD4-4BC5-83BE-61A1A941F3B1}"/>
      </w:docPartPr>
      <w:docPartBody>
        <w:p w:rsidR="000F6884" w:rsidRDefault="00B32E8E" w:rsidP="00B32E8E">
          <w:pPr>
            <w:pStyle w:val="7B8E4EE2008D4108AFBFC78B326280A7"/>
          </w:pPr>
          <w:r>
            <w:rPr>
              <w:rStyle w:val="Tekstzastpczy"/>
            </w:rPr>
            <w:t>&lt;data wydania aktu&gt;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577F"/>
    <w:rsid w:val="000147F7"/>
    <w:rsid w:val="0005287A"/>
    <w:rsid w:val="000604DF"/>
    <w:rsid w:val="000874C4"/>
    <w:rsid w:val="000B475B"/>
    <w:rsid w:val="000E1693"/>
    <w:rsid w:val="000F6884"/>
    <w:rsid w:val="00116002"/>
    <w:rsid w:val="00117EA5"/>
    <w:rsid w:val="00150C41"/>
    <w:rsid w:val="00153AD4"/>
    <w:rsid w:val="00167310"/>
    <w:rsid w:val="001B45E8"/>
    <w:rsid w:val="001D0187"/>
    <w:rsid w:val="001D3666"/>
    <w:rsid w:val="00201E4A"/>
    <w:rsid w:val="00261255"/>
    <w:rsid w:val="0028132E"/>
    <w:rsid w:val="002A6CC0"/>
    <w:rsid w:val="002B1B88"/>
    <w:rsid w:val="002E5262"/>
    <w:rsid w:val="00324DAB"/>
    <w:rsid w:val="00341440"/>
    <w:rsid w:val="00356EAB"/>
    <w:rsid w:val="003C2D96"/>
    <w:rsid w:val="00402955"/>
    <w:rsid w:val="004203F0"/>
    <w:rsid w:val="00464E78"/>
    <w:rsid w:val="00480E5C"/>
    <w:rsid w:val="0048365B"/>
    <w:rsid w:val="004C5891"/>
    <w:rsid w:val="004F4BB2"/>
    <w:rsid w:val="0054488F"/>
    <w:rsid w:val="00553BBD"/>
    <w:rsid w:val="00597AD1"/>
    <w:rsid w:val="00603195"/>
    <w:rsid w:val="006B73F1"/>
    <w:rsid w:val="006B76F9"/>
    <w:rsid w:val="006D36FB"/>
    <w:rsid w:val="00791430"/>
    <w:rsid w:val="007B0B48"/>
    <w:rsid w:val="007B2FE9"/>
    <w:rsid w:val="007B4799"/>
    <w:rsid w:val="007F4DF0"/>
    <w:rsid w:val="008049F1"/>
    <w:rsid w:val="008644D8"/>
    <w:rsid w:val="00867DDF"/>
    <w:rsid w:val="00887D76"/>
    <w:rsid w:val="008B4250"/>
    <w:rsid w:val="00905A6E"/>
    <w:rsid w:val="0092035F"/>
    <w:rsid w:val="00930FD0"/>
    <w:rsid w:val="00946332"/>
    <w:rsid w:val="0096049E"/>
    <w:rsid w:val="00983EA4"/>
    <w:rsid w:val="009A2A6D"/>
    <w:rsid w:val="009B132A"/>
    <w:rsid w:val="009B62AE"/>
    <w:rsid w:val="00A00A2D"/>
    <w:rsid w:val="00A374A9"/>
    <w:rsid w:val="00A46DB0"/>
    <w:rsid w:val="00A94865"/>
    <w:rsid w:val="00A9549D"/>
    <w:rsid w:val="00AD0850"/>
    <w:rsid w:val="00AE0037"/>
    <w:rsid w:val="00AF4F25"/>
    <w:rsid w:val="00B0577F"/>
    <w:rsid w:val="00B32E8E"/>
    <w:rsid w:val="00B34672"/>
    <w:rsid w:val="00B6412F"/>
    <w:rsid w:val="00B77A0F"/>
    <w:rsid w:val="00B8471F"/>
    <w:rsid w:val="00B85924"/>
    <w:rsid w:val="00BB0173"/>
    <w:rsid w:val="00BD73AB"/>
    <w:rsid w:val="00BE039D"/>
    <w:rsid w:val="00C66B9D"/>
    <w:rsid w:val="00CA4EA1"/>
    <w:rsid w:val="00CA6466"/>
    <w:rsid w:val="00CE5363"/>
    <w:rsid w:val="00CF6C47"/>
    <w:rsid w:val="00D067F6"/>
    <w:rsid w:val="00D11B81"/>
    <w:rsid w:val="00D520B1"/>
    <w:rsid w:val="00D566C1"/>
    <w:rsid w:val="00DC16E6"/>
    <w:rsid w:val="00DF7E8E"/>
    <w:rsid w:val="00E14071"/>
    <w:rsid w:val="00E74E86"/>
    <w:rsid w:val="00E82042"/>
    <w:rsid w:val="00EC711E"/>
    <w:rsid w:val="00ED4339"/>
    <w:rsid w:val="00EF401B"/>
    <w:rsid w:val="00F20FA4"/>
    <w:rsid w:val="00F40888"/>
    <w:rsid w:val="00F5573F"/>
    <w:rsid w:val="00F8502E"/>
    <w:rsid w:val="00F97A5F"/>
    <w:rsid w:val="00FE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A6C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32E8E"/>
    <w:rPr>
      <w:color w:val="808080"/>
    </w:rPr>
  </w:style>
  <w:style w:type="paragraph" w:customStyle="1" w:styleId="757A78331B49413A81F9FB270E30271D">
    <w:name w:val="757A78331B49413A81F9FB270E30271D"/>
    <w:rsid w:val="00B0577F"/>
  </w:style>
  <w:style w:type="paragraph" w:customStyle="1" w:styleId="7B8E4EE2008D4108AFBFC78B326280A7">
    <w:name w:val="7B8E4EE2008D4108AFBFC78B326280A7"/>
    <w:rsid w:val="00B32E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0x00FBEB7090D5ED8B4AADA9FC396769AC9B</ContentTypeId>
    <Odbiorcy2 xmlns="1E9983FF-DC4B-4F4E-A072-0441E2B88E6D" xsi:nil="true"/>
    <Osoba xmlns="1E9983FF-DC4B-4F4E-A072-0441E2B88E6D">STAT\ZARDECKIA</Osoba>
    <NazwaPliku xmlns="1E9983FF-DC4B-4F4E-A072-0441E2B88E6D">Projekt_11.12.2024.docx.docx</NazwaPliku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FF83991E4BDC4E4FA0720441E2B88E6D" ma:contentTypeVersion="" ma:contentTypeDescription="" ma:contentTypeScope="" ma:versionID="4c085abc070ecd47269a6e547f595e09">
  <xsd:schema xmlns:xsd="http://www.w3.org/2001/XMLSchema" xmlns:xs="http://www.w3.org/2001/XMLSchema" xmlns:p="http://schemas.microsoft.com/office/2006/metadata/properties" xmlns:ns1="http://schemas.microsoft.com/sharepoint/v3" xmlns:ns2="1E9983FF-DC4B-4F4E-A072-0441E2B88E6D" targetNamespace="http://schemas.microsoft.com/office/2006/metadata/properties" ma:root="true" ma:fieldsID="261bc03da8b64877da0abdcd3971ff14" ns1:_="" ns2:_="">
    <xsd:import namespace="http://schemas.microsoft.com/sharepoint/v3"/>
    <xsd:import namespace="1E9983FF-DC4B-4F4E-A072-0441E2B88E6D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9983FF-DC4B-4F4E-A072-0441E2B88E6D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DA00DE7-AFFF-4DD3-A60A-8BB13F8FD9A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E9983FF-DC4B-4F4E-A072-0441E2B88E6D"/>
  </ds:schemaRefs>
</ds:datastoreItem>
</file>

<file path=customXml/itemProps3.xml><?xml version="1.0" encoding="utf-8"?>
<ds:datastoreItem xmlns:ds="http://schemas.openxmlformats.org/officeDocument/2006/customXml" ds:itemID="{2926104E-D923-4AC1-A640-D077FB8882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9983FF-DC4B-4F4E-A072-0441E2B88E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04D0EF-ACF7-4AD8-8755-011E0E5BB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32</TotalTime>
  <Pages>2</Pages>
  <Words>394</Words>
  <Characters>2365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Ossowska Ewa</dc:creator>
  <cp:lastModifiedBy>Żardecki Adam</cp:lastModifiedBy>
  <cp:revision>10</cp:revision>
  <cp:lastPrinted>2012-04-23T06:39:00Z</cp:lastPrinted>
  <dcterms:created xsi:type="dcterms:W3CDTF">2025-03-07T11:12:00Z</dcterms:created>
  <dcterms:modified xsi:type="dcterms:W3CDTF">2025-04-24T16:37:00Z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  <property fmtid="{D5CDD505-2E9C-101B-9397-08002B2CF9AE}" pid="4" name="ContentTypeId">
    <vt:lpwstr>0x0101005F253E89B8992844AAE9836E71E202A8</vt:lpwstr>
  </property>
  <property fmtid="{D5CDD505-2E9C-101B-9397-08002B2CF9AE}" pid="5" name="adresaciDW">
    <vt:lpwstr>MINISTERSTWO SPRAW WEWNĘTRZNYCH;MINISTERSTWO SPRAW ZAGRANICZNYCH;MINISTERSTWO  FINANSÓW</vt:lpwstr>
  </property>
  <property fmtid="{D5CDD505-2E9C-101B-9397-08002B2CF9AE}" pid="6" name="adresaciDW2">
    <vt:lpwstr>MINISTERSTWO SPRAW WEWNĘTRZNYCH, STEFANA BATOREGO 5, 02-591 WARSZAWA (OCHOTA);  MINISTERSTWO SPRAW ZAGRANICZNYCH, AL. J. CH. SZUCHA 23, 00-580 WARSZAWA (ŚRÓDMIEŚCIE);  MINISTERSTWO  FINANSÓW, ŚWIĘTOKRZYSKA 12, 00-916 WARSZAWA (ŚRÓDMIEŚCIE);  </vt:lpwstr>
  </property>
  <property fmtid="{D5CDD505-2E9C-101B-9397-08002B2CF9AE}" pid="7" name="ZnakPisma">
    <vt:lpwstr>GUS-GP03.0200.4.2024.1</vt:lpwstr>
  </property>
  <property fmtid="{D5CDD505-2E9C-101B-9397-08002B2CF9AE}" pid="8" name="UNPPisma">
    <vt:lpwstr>2024-175545</vt:lpwstr>
  </property>
  <property fmtid="{D5CDD505-2E9C-101B-9397-08002B2CF9AE}" pid="9" name="ZnakSprawy">
    <vt:lpwstr>GUS-GP03.0200.4.2024</vt:lpwstr>
  </property>
  <property fmtid="{D5CDD505-2E9C-101B-9397-08002B2CF9AE}" pid="10" name="ZnakSprawyPrzedPrzeniesieniem">
    <vt:lpwstr/>
  </property>
  <property fmtid="{D5CDD505-2E9C-101B-9397-08002B2CF9AE}" pid="11" name="Autor">
    <vt:lpwstr>Żardecki Adam</vt:lpwstr>
  </property>
  <property fmtid="{D5CDD505-2E9C-101B-9397-08002B2CF9AE}" pid="12" name="AutorInicjaly">
    <vt:lpwstr>AZ</vt:lpwstr>
  </property>
  <property fmtid="{D5CDD505-2E9C-101B-9397-08002B2CF9AE}" pid="13" name="AutorNrTelefonu">
    <vt:lpwstr>22 449 3060</vt:lpwstr>
  </property>
  <property fmtid="{D5CDD505-2E9C-101B-9397-08002B2CF9AE}" pid="14" name="Stanowisko">
    <vt:lpwstr>główny specjalista ds. legislacji</vt:lpwstr>
  </property>
  <property fmtid="{D5CDD505-2E9C-101B-9397-08002B2CF9AE}" pid="15" name="OpisPisma">
    <vt:lpwstr>Skierowanie projektu rozporządzenia w sprawie PKD 2025 do KPRM - wpis do wykazu prac legislacyjnych RM</vt:lpwstr>
  </property>
  <property fmtid="{D5CDD505-2E9C-101B-9397-08002B2CF9AE}" pid="16" name="Komorka">
    <vt:lpwstr>Prezes GUS</vt:lpwstr>
  </property>
  <property fmtid="{D5CDD505-2E9C-101B-9397-08002B2CF9AE}" pid="17" name="KodKomorki">
    <vt:lpwstr>Prezes GUS</vt:lpwstr>
  </property>
  <property fmtid="{D5CDD505-2E9C-101B-9397-08002B2CF9AE}" pid="18" name="AktualnaData">
    <vt:lpwstr>2024-08-01</vt:lpwstr>
  </property>
  <property fmtid="{D5CDD505-2E9C-101B-9397-08002B2CF9AE}" pid="19" name="Wydzial">
    <vt:lpwstr>Wydział Legislacji</vt:lpwstr>
  </property>
  <property fmtid="{D5CDD505-2E9C-101B-9397-08002B2CF9AE}" pid="20" name="KodWydzialu">
    <vt:lpwstr>GP-03</vt:lpwstr>
  </property>
  <property fmtid="{D5CDD505-2E9C-101B-9397-08002B2CF9AE}" pid="21" name="ZaakceptowanePrzez">
    <vt:lpwstr>n/d</vt:lpwstr>
  </property>
  <property fmtid="{D5CDD505-2E9C-101B-9397-08002B2CF9AE}" pid="22" name="PrzekazanieDo">
    <vt:lpwstr/>
  </property>
  <property fmtid="{D5CDD505-2E9C-101B-9397-08002B2CF9AE}" pid="23" name="PrzekazanieDoStanowisko">
    <vt:lpwstr/>
  </property>
  <property fmtid="{D5CDD505-2E9C-101B-9397-08002B2CF9AE}" pid="24" name="PrzekazanieDoKomorkaPracownika">
    <vt:lpwstr/>
  </property>
  <property fmtid="{D5CDD505-2E9C-101B-9397-08002B2CF9AE}" pid="25" name="PrzekazanieWgRozdzielnika">
    <vt:lpwstr/>
  </property>
  <property fmtid="{D5CDD505-2E9C-101B-9397-08002B2CF9AE}" pid="26" name="adresImie">
    <vt:lpwstr/>
  </property>
  <property fmtid="{D5CDD505-2E9C-101B-9397-08002B2CF9AE}" pid="27" name="adresNazwisko">
    <vt:lpwstr/>
  </property>
  <property fmtid="{D5CDD505-2E9C-101B-9397-08002B2CF9AE}" pid="28" name="adresNazwa">
    <vt:lpwstr>KANCELARIA PREZESA RADY MINISTRÓW</vt:lpwstr>
  </property>
  <property fmtid="{D5CDD505-2E9C-101B-9397-08002B2CF9AE}" pid="29" name="adresOddzial">
    <vt:lpwstr/>
  </property>
  <property fmtid="{D5CDD505-2E9C-101B-9397-08002B2CF9AE}" pid="30" name="adresUlica">
    <vt:lpwstr>AL.UJAZDOWSKIE</vt:lpwstr>
  </property>
  <property fmtid="{D5CDD505-2E9C-101B-9397-08002B2CF9AE}" pid="31" name="adresTypUlicy">
    <vt:lpwstr/>
  </property>
  <property fmtid="{D5CDD505-2E9C-101B-9397-08002B2CF9AE}" pid="32" name="adresNrDomu">
    <vt:lpwstr>1</vt:lpwstr>
  </property>
  <property fmtid="{D5CDD505-2E9C-101B-9397-08002B2CF9AE}" pid="33" name="adresNrLokalu">
    <vt:lpwstr>3</vt:lpwstr>
  </property>
  <property fmtid="{D5CDD505-2E9C-101B-9397-08002B2CF9AE}" pid="34" name="adresKodPocztowy">
    <vt:lpwstr>00-583</vt:lpwstr>
  </property>
  <property fmtid="{D5CDD505-2E9C-101B-9397-08002B2CF9AE}" pid="35" name="adresMiejscowosc">
    <vt:lpwstr>WARSZAWA (ŚRÓDMIEŚCIE)</vt:lpwstr>
  </property>
  <property fmtid="{D5CDD505-2E9C-101B-9397-08002B2CF9AE}" pid="36" name="adresPoczta">
    <vt:lpwstr/>
  </property>
  <property fmtid="{D5CDD505-2E9C-101B-9397-08002B2CF9AE}" pid="37" name="adresEMail">
    <vt:lpwstr/>
  </property>
  <property fmtid="{D5CDD505-2E9C-101B-9397-08002B2CF9AE}" pid="38" name="DataNaPismie">
    <vt:lpwstr>2024-08-01</vt:lpwstr>
  </property>
  <property fmtid="{D5CDD505-2E9C-101B-9397-08002B2CF9AE}" pid="39" name="KodKreskowy">
    <vt:lpwstr/>
  </property>
  <property fmtid="{D5CDD505-2E9C-101B-9397-08002B2CF9AE}" pid="40" name="TrescPisma">
    <vt:lpwstr/>
  </property>
</Properties>
</file>